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725" w:rsidRPr="00CA053C" w:rsidRDefault="001C5725" w:rsidP="001C5725">
      <w:r w:rsidRPr="00CA053C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　　　　　　　　　　　　　　　　　　　　　　　　　　　　別紙</w:t>
      </w:r>
      <w:r w:rsidR="001A670B">
        <w:rPr>
          <w:rFonts w:hint="eastAsia"/>
        </w:rPr>
        <w:t>５</w:t>
      </w:r>
    </w:p>
    <w:p w:rsidR="001C5725" w:rsidRPr="00CA053C" w:rsidRDefault="001C5725" w:rsidP="001C5725"/>
    <w:p w:rsidR="001C5725" w:rsidRPr="00C957E5" w:rsidRDefault="001C5725" w:rsidP="00C957E5">
      <w:pPr>
        <w:jc w:val="center"/>
        <w:rPr>
          <w:b/>
          <w:bCs/>
          <w:sz w:val="32"/>
          <w:szCs w:val="40"/>
        </w:rPr>
      </w:pPr>
      <w:r w:rsidRPr="00CA053C">
        <w:rPr>
          <w:rFonts w:hint="eastAsia"/>
          <w:b/>
          <w:bCs/>
          <w:sz w:val="32"/>
          <w:szCs w:val="40"/>
        </w:rPr>
        <w:t>事業者、政令使用人、役員等名簿</w:t>
      </w:r>
    </w:p>
    <w:tbl>
      <w:tblPr>
        <w:tblW w:w="0" w:type="auto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938"/>
        <w:gridCol w:w="1938"/>
        <w:gridCol w:w="448"/>
        <w:gridCol w:w="4463"/>
      </w:tblGrid>
      <w:tr w:rsidR="001C5725" w:rsidRPr="00CA053C" w:rsidTr="00D07138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>役職名等</w:t>
            </w:r>
          </w:p>
        </w:tc>
        <w:tc>
          <w:tcPr>
            <w:tcW w:w="193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  <w:rPr>
                <w:szCs w:val="20"/>
              </w:rPr>
            </w:pPr>
            <w:r w:rsidRPr="00CA053C">
              <w:rPr>
                <w:rFonts w:hint="eastAsia"/>
                <w:szCs w:val="20"/>
              </w:rPr>
              <w:t>（</w:t>
            </w:r>
            <w:r>
              <w:rPr>
                <w:rFonts w:hint="eastAsia"/>
                <w:szCs w:val="20"/>
              </w:rPr>
              <w:t>フリガナ</w:t>
            </w:r>
            <w:r w:rsidRPr="00CA053C">
              <w:rPr>
                <w:rFonts w:hint="eastAsia"/>
                <w:szCs w:val="20"/>
              </w:rPr>
              <w:t>）</w:t>
            </w:r>
          </w:p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szCs w:val="20"/>
              </w:rPr>
              <w:t>氏　　名</w:t>
            </w:r>
          </w:p>
        </w:tc>
        <w:tc>
          <w:tcPr>
            <w:tcW w:w="4911" w:type="dxa"/>
            <w:gridSpan w:val="2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1C5725" w:rsidRPr="00CA053C" w:rsidRDefault="00AA749E" w:rsidP="00AA749E">
            <w:pPr>
              <w:jc w:val="center"/>
            </w:pPr>
            <w:r w:rsidRPr="00AA749E">
              <w:rPr>
                <w:rFonts w:hint="eastAsia"/>
                <w:spacing w:val="20"/>
                <w:szCs w:val="20"/>
              </w:rPr>
              <w:t>本籍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（</w:t>
            </w:r>
            <w:r w:rsidRPr="00AA749E">
              <w:rPr>
                <w:rFonts w:ascii="ＭＳ 明朝" w:hAnsi="ＭＳ 明朝" w:hint="eastAsia"/>
                <w:spacing w:val="-5"/>
                <w:sz w:val="18"/>
                <w:szCs w:val="18"/>
              </w:rPr>
              <w:t>※住民票のとおり記載、外国人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の方</w:t>
            </w:r>
            <w:r w:rsidRPr="00AA749E">
              <w:rPr>
                <w:rFonts w:ascii="ＭＳ 明朝" w:hAnsi="ＭＳ 明朝" w:hint="eastAsia"/>
                <w:spacing w:val="-5"/>
                <w:sz w:val="18"/>
                <w:szCs w:val="18"/>
              </w:rPr>
              <w:t>は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記載</w:t>
            </w:r>
            <w:r w:rsidRPr="00AA749E">
              <w:rPr>
                <w:rFonts w:ascii="ＭＳ 明朝" w:hAnsi="ＭＳ 明朝" w:hint="eastAsia"/>
                <w:spacing w:val="-5"/>
                <w:sz w:val="18"/>
                <w:szCs w:val="18"/>
              </w:rPr>
              <w:t>不要</w:t>
            </w:r>
            <w:r>
              <w:rPr>
                <w:rFonts w:ascii="ＭＳ 明朝" w:hAnsi="ＭＳ 明朝" w:hint="eastAsia"/>
                <w:spacing w:val="-5"/>
                <w:sz w:val="18"/>
                <w:szCs w:val="18"/>
              </w:rPr>
              <w:t>）</w:t>
            </w:r>
          </w:p>
        </w:tc>
      </w:tr>
      <w:tr w:rsidR="001C5725" w:rsidRPr="00CA053C" w:rsidTr="00D07138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>生年月日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</w:p>
        </w:tc>
        <w:tc>
          <w:tcPr>
            <w:tcW w:w="491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C5725" w:rsidRPr="00CA053C" w:rsidRDefault="00AA749E" w:rsidP="00D07138">
            <w:pPr>
              <w:jc w:val="center"/>
            </w:pPr>
            <w:r w:rsidRPr="00AA749E">
              <w:rPr>
                <w:rFonts w:hint="eastAsia"/>
                <w:spacing w:val="20"/>
                <w:szCs w:val="20"/>
              </w:rPr>
              <w:t>現住所又は居住地</w:t>
            </w:r>
            <w:r w:rsidRPr="005C52EE">
              <w:rPr>
                <w:rFonts w:hint="eastAsia"/>
                <w:spacing w:val="-5"/>
                <w:sz w:val="18"/>
                <w:szCs w:val="18"/>
              </w:rPr>
              <w:t>（※住民票のとおり記載）</w:t>
            </w:r>
          </w:p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D07138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A749E" w:rsidRPr="00CA053C" w:rsidRDefault="00AA749E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 xml:space="preserve">　年　月　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D07138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A749E" w:rsidRPr="00CA053C" w:rsidRDefault="00AA749E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 xml:space="preserve">　年　月　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D07138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A749E" w:rsidRPr="00CA053C" w:rsidRDefault="00AA749E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 xml:space="preserve">　年　月　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D07138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A749E" w:rsidRPr="00CA053C" w:rsidRDefault="00AA749E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 xml:space="preserve">　年　月　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D07138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A749E" w:rsidRPr="00CA053C" w:rsidRDefault="00AA749E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 xml:space="preserve">　年　月　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D07138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A749E" w:rsidRPr="00CA053C" w:rsidRDefault="00AA749E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 xml:space="preserve">　年　月　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D07138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A749E" w:rsidRPr="00CB32B0" w:rsidRDefault="00AA749E" w:rsidP="00CB32B0">
            <w:pPr>
              <w:jc w:val="center"/>
              <w:rPr>
                <w:szCs w:val="20"/>
              </w:rPr>
            </w:pPr>
            <w:r>
              <w:rPr>
                <w:rFonts w:hint="eastAsia"/>
                <w:spacing w:val="-4"/>
                <w:szCs w:val="20"/>
              </w:rPr>
              <w:t xml:space="preserve">  </w:t>
            </w:r>
            <w:r w:rsidRPr="00CA053C">
              <w:rPr>
                <w:rFonts w:hint="eastAsia"/>
                <w:spacing w:val="-4"/>
                <w:szCs w:val="20"/>
              </w:rPr>
              <w:t>年　月　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D07138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A749E" w:rsidRPr="00CA053C" w:rsidRDefault="00AA749E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 xml:space="preserve">　年　月　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D07138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AA749E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A749E" w:rsidRPr="00CA053C" w:rsidRDefault="00AA749E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 xml:space="preserve">　年　月　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CA053C" w:rsidRDefault="00AA749E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49E" w:rsidRPr="005C52EE" w:rsidRDefault="00AA749E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749E" w:rsidRPr="00CA053C" w:rsidRDefault="00AA749E" w:rsidP="005C52EE"/>
        </w:tc>
      </w:tr>
      <w:tr w:rsidR="001A4FE3" w:rsidRPr="00CA053C" w:rsidTr="001A4FE3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nil"/>
            </w:tcBorders>
            <w:vAlign w:val="center"/>
          </w:tcPr>
          <w:p w:rsidR="001A4FE3" w:rsidRPr="00CA053C" w:rsidRDefault="001A4FE3" w:rsidP="00DF43E5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4FE3" w:rsidRPr="00CA053C" w:rsidRDefault="001A4FE3" w:rsidP="00DF43E5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A4FE3" w:rsidRPr="005C52EE" w:rsidRDefault="001A4FE3" w:rsidP="00DF43E5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1A4FE3" w:rsidRPr="00CA053C" w:rsidRDefault="001A4FE3" w:rsidP="00DF43E5"/>
        </w:tc>
      </w:tr>
      <w:tr w:rsidR="001A4FE3" w:rsidRPr="00CA053C" w:rsidTr="001A4FE3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1A4FE3" w:rsidRPr="00CA053C" w:rsidRDefault="001A4FE3" w:rsidP="00DF43E5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 xml:space="preserve">　年　月　日</w:t>
            </w: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E3" w:rsidRPr="00CA053C" w:rsidRDefault="001A4FE3" w:rsidP="00DF43E5">
            <w:pPr>
              <w:jc w:val="center"/>
            </w:pPr>
          </w:p>
        </w:tc>
        <w:tc>
          <w:tcPr>
            <w:tcW w:w="448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FE3" w:rsidRPr="005C52EE" w:rsidRDefault="001A4FE3" w:rsidP="00DF43E5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4FE3" w:rsidRPr="00CA053C" w:rsidRDefault="001A4FE3" w:rsidP="00DF43E5"/>
        </w:tc>
      </w:tr>
      <w:tr w:rsidR="001A4FE3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A4FE3" w:rsidRPr="00CA053C" w:rsidRDefault="001A4FE3" w:rsidP="00D07138">
            <w:pPr>
              <w:jc w:val="center"/>
            </w:pP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FE3" w:rsidRPr="00CA053C" w:rsidRDefault="001A4FE3" w:rsidP="005C52EE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1A4FE3" w:rsidRPr="005C52EE" w:rsidRDefault="001A4FE3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本　籍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1A4FE3" w:rsidRPr="00CA053C" w:rsidRDefault="001A4FE3" w:rsidP="005C52EE"/>
        </w:tc>
      </w:tr>
      <w:tr w:rsidR="001A4FE3" w:rsidRPr="00CA053C" w:rsidTr="00AA749E">
        <w:trPr>
          <w:cantSplit/>
          <w:trHeight w:hRule="exact" w:val="544"/>
          <w:jc w:val="center"/>
        </w:trPr>
        <w:tc>
          <w:tcPr>
            <w:tcW w:w="193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A4FE3" w:rsidRPr="00CA053C" w:rsidRDefault="001A4FE3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 xml:space="preserve">　年　月　日</w:t>
            </w: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A4FE3" w:rsidRPr="00CA053C" w:rsidRDefault="001A4FE3" w:rsidP="00D07138"/>
        </w:tc>
        <w:tc>
          <w:tcPr>
            <w:tcW w:w="4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A4FE3" w:rsidRPr="005C52EE" w:rsidRDefault="001A4FE3" w:rsidP="00C177E8">
            <w:pPr>
              <w:jc w:val="center"/>
              <w:rPr>
                <w:spacing w:val="-20"/>
                <w:sz w:val="16"/>
                <w:szCs w:val="16"/>
              </w:rPr>
            </w:pPr>
            <w:r w:rsidRPr="005C52EE">
              <w:rPr>
                <w:rFonts w:hint="eastAsia"/>
                <w:spacing w:val="-20"/>
                <w:sz w:val="16"/>
                <w:szCs w:val="16"/>
              </w:rPr>
              <w:t>現住所</w:t>
            </w:r>
          </w:p>
        </w:tc>
        <w:tc>
          <w:tcPr>
            <w:tcW w:w="446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4FE3" w:rsidRPr="00CA053C" w:rsidRDefault="001A4FE3" w:rsidP="005C52EE"/>
        </w:tc>
      </w:tr>
    </w:tbl>
    <w:p w:rsidR="001C5725" w:rsidRPr="00B01ED8" w:rsidRDefault="006830EE" w:rsidP="001C5725">
      <w:pPr>
        <w:rPr>
          <w:rFonts w:ascii="ＭＳ 明朝" w:hAnsi="ＭＳ 明朝"/>
        </w:rPr>
      </w:pPr>
      <w:r>
        <w:rPr>
          <w:rFonts w:hint="eastAsia"/>
        </w:rPr>
        <w:t xml:space="preserve">　　　※　</w:t>
      </w:r>
      <w:r w:rsidRPr="00B01ED8">
        <w:rPr>
          <w:rFonts w:ascii="ＭＳ 明朝" w:hAnsi="ＭＳ 明朝" w:hint="eastAsia"/>
        </w:rPr>
        <w:t>上記の者が廃棄物の処理及び清掃に関する法律（昭和45年法律第137号）第14</w:t>
      </w:r>
      <w:r w:rsidR="001C5725" w:rsidRPr="00B01ED8">
        <w:rPr>
          <w:rFonts w:ascii="ＭＳ 明朝" w:hAnsi="ＭＳ 明朝" w:hint="eastAsia"/>
        </w:rPr>
        <w:t>条</w:t>
      </w:r>
    </w:p>
    <w:p w:rsidR="00C957E5" w:rsidRPr="00B01ED8" w:rsidRDefault="001C5725" w:rsidP="001C5725">
      <w:pPr>
        <w:rPr>
          <w:rFonts w:ascii="ＭＳ 明朝" w:hAnsi="ＭＳ 明朝"/>
        </w:rPr>
      </w:pPr>
      <w:r w:rsidRPr="00B01ED8">
        <w:rPr>
          <w:rFonts w:ascii="ＭＳ 明朝" w:hAnsi="ＭＳ 明朝" w:hint="eastAsia"/>
        </w:rPr>
        <w:t xml:space="preserve">　　　　第５項第２号の規定に該当する場合は、許可することができない。</w:t>
      </w:r>
    </w:p>
    <w:p w:rsidR="005B3BBA" w:rsidRDefault="00C957E5" w:rsidP="00B126A4">
      <w:pPr>
        <w:ind w:rightChars="134" w:right="281"/>
        <w:jc w:val="right"/>
      </w:pPr>
      <w:r>
        <w:rPr>
          <w:rFonts w:hint="eastAsia"/>
        </w:rPr>
        <w:t xml:space="preserve">　　</w:t>
      </w:r>
      <w:bookmarkStart w:id="0" w:name="_GoBack"/>
      <w:bookmarkEnd w:id="0"/>
    </w:p>
    <w:p w:rsidR="00DE076B" w:rsidRDefault="00DE076B" w:rsidP="001C5725"/>
    <w:sectPr w:rsidR="00DE076B" w:rsidSect="00861CA2">
      <w:footerReference w:type="even" r:id="rId8"/>
      <w:pgSz w:w="11906" w:h="16838" w:code="9"/>
      <w:pgMar w:top="567" w:right="991" w:bottom="567" w:left="851" w:header="720" w:footer="720" w:gutter="0"/>
      <w:pgNumType w:fmt="numberInDash"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89C" w:rsidRDefault="0068189C">
      <w:r>
        <w:separator/>
      </w:r>
    </w:p>
  </w:endnote>
  <w:endnote w:type="continuationSeparator" w:id="0">
    <w:p w:rsidR="0068189C" w:rsidRDefault="0068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89C" w:rsidRDefault="002E6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689C" w:rsidRDefault="002E68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89C" w:rsidRDefault="0068189C">
      <w:r>
        <w:separator/>
      </w:r>
    </w:p>
  </w:footnote>
  <w:footnote w:type="continuationSeparator" w:id="0">
    <w:p w:rsidR="0068189C" w:rsidRDefault="00681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716"/>
    <w:multiLevelType w:val="hybridMultilevel"/>
    <w:tmpl w:val="58C28A84"/>
    <w:lvl w:ilvl="0" w:tplc="11E25092">
      <w:start w:val="4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50B1393"/>
    <w:multiLevelType w:val="hybridMultilevel"/>
    <w:tmpl w:val="74FED018"/>
    <w:lvl w:ilvl="0" w:tplc="7158A6B2">
      <w:start w:val="4"/>
      <w:numFmt w:val="bullet"/>
      <w:lvlText w:val="※"/>
      <w:lvlJc w:val="left"/>
      <w:pPr>
        <w:tabs>
          <w:tab w:val="num" w:pos="690"/>
        </w:tabs>
        <w:ind w:left="6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A411B4B"/>
    <w:multiLevelType w:val="hybridMultilevel"/>
    <w:tmpl w:val="781672B8"/>
    <w:lvl w:ilvl="0" w:tplc="7908A9D8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abstractNum w:abstractNumId="3" w15:restartNumberingAfterBreak="0">
    <w:nsid w:val="14B05771"/>
    <w:multiLevelType w:val="hybridMultilevel"/>
    <w:tmpl w:val="E17CEA7C"/>
    <w:lvl w:ilvl="0" w:tplc="E3C218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673C21"/>
    <w:multiLevelType w:val="hybridMultilevel"/>
    <w:tmpl w:val="FDAEC3FE"/>
    <w:lvl w:ilvl="0" w:tplc="90405F64">
      <w:start w:val="4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5" w15:restartNumberingAfterBreak="0">
    <w:nsid w:val="1ABD794E"/>
    <w:multiLevelType w:val="hybridMultilevel"/>
    <w:tmpl w:val="7584DA94"/>
    <w:lvl w:ilvl="0" w:tplc="F0DE05B6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2F30224"/>
    <w:multiLevelType w:val="hybridMultilevel"/>
    <w:tmpl w:val="3B629E00"/>
    <w:lvl w:ilvl="0" w:tplc="95264D4E">
      <w:start w:val="4"/>
      <w:numFmt w:val="decimalEnclosedCircle"/>
      <w:lvlText w:val="%1"/>
      <w:lvlJc w:val="left"/>
      <w:pPr>
        <w:tabs>
          <w:tab w:val="num" w:pos="1586"/>
        </w:tabs>
        <w:ind w:left="1586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1"/>
        </w:tabs>
        <w:ind w:left="2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1"/>
        </w:tabs>
        <w:ind w:left="2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1"/>
        </w:tabs>
        <w:ind w:left="2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1"/>
        </w:tabs>
        <w:ind w:left="3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1"/>
        </w:tabs>
        <w:ind w:left="3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1"/>
        </w:tabs>
        <w:ind w:left="4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1"/>
        </w:tabs>
        <w:ind w:left="4961" w:hanging="420"/>
      </w:pPr>
    </w:lvl>
  </w:abstractNum>
  <w:abstractNum w:abstractNumId="7" w15:restartNumberingAfterBreak="0">
    <w:nsid w:val="2C1278B4"/>
    <w:multiLevelType w:val="hybridMultilevel"/>
    <w:tmpl w:val="5D9A3318"/>
    <w:lvl w:ilvl="0" w:tplc="701A37AE">
      <w:numFmt w:val="bullet"/>
      <w:lvlText w:val="※"/>
      <w:lvlJc w:val="left"/>
      <w:pPr>
        <w:tabs>
          <w:tab w:val="num" w:pos="834"/>
        </w:tabs>
        <w:ind w:left="834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4"/>
        </w:tabs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4"/>
        </w:tabs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4"/>
        </w:tabs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4"/>
        </w:tabs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4"/>
        </w:tabs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4"/>
        </w:tabs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4"/>
        </w:tabs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4"/>
        </w:tabs>
        <w:ind w:left="4194" w:hanging="420"/>
      </w:pPr>
      <w:rPr>
        <w:rFonts w:ascii="Wingdings" w:hAnsi="Wingdings" w:hint="default"/>
      </w:rPr>
    </w:lvl>
  </w:abstractNum>
  <w:abstractNum w:abstractNumId="8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3B69BF"/>
    <w:multiLevelType w:val="hybridMultilevel"/>
    <w:tmpl w:val="3012A182"/>
    <w:lvl w:ilvl="0" w:tplc="85544FE4">
      <w:start w:val="1"/>
      <w:numFmt w:val="decimalFullWidth"/>
      <w:lvlText w:val="%1．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3F415631"/>
    <w:multiLevelType w:val="hybridMultilevel"/>
    <w:tmpl w:val="5710689A"/>
    <w:lvl w:ilvl="0" w:tplc="93D4B54A">
      <w:start w:val="4"/>
      <w:numFmt w:val="bullet"/>
      <w:lvlText w:val="※"/>
      <w:lvlJc w:val="left"/>
      <w:pPr>
        <w:tabs>
          <w:tab w:val="num" w:pos="890"/>
        </w:tabs>
        <w:ind w:left="8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417973F6"/>
    <w:multiLevelType w:val="hybridMultilevel"/>
    <w:tmpl w:val="9A425C5C"/>
    <w:lvl w:ilvl="0" w:tplc="40741D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5366D7"/>
    <w:multiLevelType w:val="hybridMultilevel"/>
    <w:tmpl w:val="0100D2AE"/>
    <w:lvl w:ilvl="0" w:tplc="CB446BA4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5027094"/>
    <w:multiLevelType w:val="hybridMultilevel"/>
    <w:tmpl w:val="6040F986"/>
    <w:lvl w:ilvl="0" w:tplc="CD4ECD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5C1B3DE9"/>
    <w:multiLevelType w:val="hybridMultilevel"/>
    <w:tmpl w:val="26F292C6"/>
    <w:lvl w:ilvl="0" w:tplc="A244853E">
      <w:start w:val="4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5" w15:restartNumberingAfterBreak="0">
    <w:nsid w:val="604F745C"/>
    <w:multiLevelType w:val="hybridMultilevel"/>
    <w:tmpl w:val="19A2DD84"/>
    <w:lvl w:ilvl="0" w:tplc="D89C9588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6AA922CC"/>
    <w:multiLevelType w:val="hybridMultilevel"/>
    <w:tmpl w:val="02BE751E"/>
    <w:lvl w:ilvl="0" w:tplc="2E66867E">
      <w:start w:val="4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90E6150"/>
    <w:multiLevelType w:val="hybridMultilevel"/>
    <w:tmpl w:val="EB1C4584"/>
    <w:lvl w:ilvl="0" w:tplc="41501CD2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"/>
  </w:num>
  <w:num w:numId="5">
    <w:abstractNumId w:val="17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3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DF"/>
    <w:rsid w:val="00000195"/>
    <w:rsid w:val="00000F60"/>
    <w:rsid w:val="000036F6"/>
    <w:rsid w:val="00003D6E"/>
    <w:rsid w:val="00004206"/>
    <w:rsid w:val="00004382"/>
    <w:rsid w:val="00005217"/>
    <w:rsid w:val="00006917"/>
    <w:rsid w:val="00007103"/>
    <w:rsid w:val="00007139"/>
    <w:rsid w:val="00007D66"/>
    <w:rsid w:val="00010CC0"/>
    <w:rsid w:val="000123BD"/>
    <w:rsid w:val="0001429D"/>
    <w:rsid w:val="0001456C"/>
    <w:rsid w:val="000179A8"/>
    <w:rsid w:val="0002111D"/>
    <w:rsid w:val="00023A1F"/>
    <w:rsid w:val="0002590A"/>
    <w:rsid w:val="000314B8"/>
    <w:rsid w:val="00031FC0"/>
    <w:rsid w:val="0003548A"/>
    <w:rsid w:val="00035BEA"/>
    <w:rsid w:val="00035C5A"/>
    <w:rsid w:val="00036E6A"/>
    <w:rsid w:val="00036F8D"/>
    <w:rsid w:val="00040930"/>
    <w:rsid w:val="00041016"/>
    <w:rsid w:val="00041D1C"/>
    <w:rsid w:val="00044CF1"/>
    <w:rsid w:val="000469CF"/>
    <w:rsid w:val="00051150"/>
    <w:rsid w:val="0005259F"/>
    <w:rsid w:val="00052711"/>
    <w:rsid w:val="00052DE9"/>
    <w:rsid w:val="00053106"/>
    <w:rsid w:val="0005464D"/>
    <w:rsid w:val="000546F1"/>
    <w:rsid w:val="00056D20"/>
    <w:rsid w:val="00057E1E"/>
    <w:rsid w:val="0006072C"/>
    <w:rsid w:val="000612AA"/>
    <w:rsid w:val="00063139"/>
    <w:rsid w:val="00063473"/>
    <w:rsid w:val="000637C1"/>
    <w:rsid w:val="0006648D"/>
    <w:rsid w:val="0006671F"/>
    <w:rsid w:val="00066E12"/>
    <w:rsid w:val="00067135"/>
    <w:rsid w:val="00071E62"/>
    <w:rsid w:val="00073242"/>
    <w:rsid w:val="00073D35"/>
    <w:rsid w:val="00073EF1"/>
    <w:rsid w:val="00075503"/>
    <w:rsid w:val="00077299"/>
    <w:rsid w:val="00077C9F"/>
    <w:rsid w:val="000833AB"/>
    <w:rsid w:val="00090122"/>
    <w:rsid w:val="00092124"/>
    <w:rsid w:val="000927E1"/>
    <w:rsid w:val="00093787"/>
    <w:rsid w:val="00093C0C"/>
    <w:rsid w:val="000947FE"/>
    <w:rsid w:val="000A1520"/>
    <w:rsid w:val="000A2515"/>
    <w:rsid w:val="000A31FC"/>
    <w:rsid w:val="000A5059"/>
    <w:rsid w:val="000A76D0"/>
    <w:rsid w:val="000B137A"/>
    <w:rsid w:val="000B24F8"/>
    <w:rsid w:val="000B348A"/>
    <w:rsid w:val="000B3517"/>
    <w:rsid w:val="000B3A91"/>
    <w:rsid w:val="000B4FF2"/>
    <w:rsid w:val="000B7889"/>
    <w:rsid w:val="000C03ED"/>
    <w:rsid w:val="000C13B6"/>
    <w:rsid w:val="000C1CA1"/>
    <w:rsid w:val="000C303B"/>
    <w:rsid w:val="000C341C"/>
    <w:rsid w:val="000C5EAA"/>
    <w:rsid w:val="000C6E48"/>
    <w:rsid w:val="000C75E5"/>
    <w:rsid w:val="000C7BEF"/>
    <w:rsid w:val="000D22E0"/>
    <w:rsid w:val="000D243E"/>
    <w:rsid w:val="000D2C69"/>
    <w:rsid w:val="000D5A39"/>
    <w:rsid w:val="000D5F0C"/>
    <w:rsid w:val="000E0D6A"/>
    <w:rsid w:val="000E1C59"/>
    <w:rsid w:val="000E36C9"/>
    <w:rsid w:val="000E4BDE"/>
    <w:rsid w:val="000E7B3D"/>
    <w:rsid w:val="000E7C54"/>
    <w:rsid w:val="000F1798"/>
    <w:rsid w:val="000F1CC5"/>
    <w:rsid w:val="000F3780"/>
    <w:rsid w:val="000F3D12"/>
    <w:rsid w:val="000F473E"/>
    <w:rsid w:val="000F4F63"/>
    <w:rsid w:val="0010131C"/>
    <w:rsid w:val="001032A1"/>
    <w:rsid w:val="001043F3"/>
    <w:rsid w:val="00105487"/>
    <w:rsid w:val="0011001E"/>
    <w:rsid w:val="00113EFF"/>
    <w:rsid w:val="0011641E"/>
    <w:rsid w:val="001177A0"/>
    <w:rsid w:val="00120F05"/>
    <w:rsid w:val="0012137B"/>
    <w:rsid w:val="00121616"/>
    <w:rsid w:val="00122669"/>
    <w:rsid w:val="00122BC9"/>
    <w:rsid w:val="001239AE"/>
    <w:rsid w:val="00125168"/>
    <w:rsid w:val="00127B2B"/>
    <w:rsid w:val="001305DE"/>
    <w:rsid w:val="00130F3F"/>
    <w:rsid w:val="00131458"/>
    <w:rsid w:val="00132294"/>
    <w:rsid w:val="0013240C"/>
    <w:rsid w:val="00133A3E"/>
    <w:rsid w:val="001344BD"/>
    <w:rsid w:val="001347FF"/>
    <w:rsid w:val="001353B0"/>
    <w:rsid w:val="0013554D"/>
    <w:rsid w:val="00135A9A"/>
    <w:rsid w:val="00136A9F"/>
    <w:rsid w:val="00136B59"/>
    <w:rsid w:val="001373A6"/>
    <w:rsid w:val="00137D01"/>
    <w:rsid w:val="00137F88"/>
    <w:rsid w:val="00142BC3"/>
    <w:rsid w:val="00142E15"/>
    <w:rsid w:val="00144D26"/>
    <w:rsid w:val="00144F7F"/>
    <w:rsid w:val="00145E2E"/>
    <w:rsid w:val="00151C2C"/>
    <w:rsid w:val="00152913"/>
    <w:rsid w:val="00152F6C"/>
    <w:rsid w:val="00156204"/>
    <w:rsid w:val="001567CE"/>
    <w:rsid w:val="00157273"/>
    <w:rsid w:val="001600A2"/>
    <w:rsid w:val="00160DC9"/>
    <w:rsid w:val="00162020"/>
    <w:rsid w:val="00163626"/>
    <w:rsid w:val="00165D98"/>
    <w:rsid w:val="00166DC3"/>
    <w:rsid w:val="0017244D"/>
    <w:rsid w:val="00174917"/>
    <w:rsid w:val="001776D1"/>
    <w:rsid w:val="00177CE1"/>
    <w:rsid w:val="00181064"/>
    <w:rsid w:val="00181D7A"/>
    <w:rsid w:val="0018253B"/>
    <w:rsid w:val="001829B3"/>
    <w:rsid w:val="00184077"/>
    <w:rsid w:val="00185A31"/>
    <w:rsid w:val="001870CF"/>
    <w:rsid w:val="00187102"/>
    <w:rsid w:val="00187B9B"/>
    <w:rsid w:val="0019098A"/>
    <w:rsid w:val="0019150E"/>
    <w:rsid w:val="001919D4"/>
    <w:rsid w:val="00193288"/>
    <w:rsid w:val="00193A89"/>
    <w:rsid w:val="00196A13"/>
    <w:rsid w:val="001972C2"/>
    <w:rsid w:val="00197C28"/>
    <w:rsid w:val="001A1D77"/>
    <w:rsid w:val="001A2756"/>
    <w:rsid w:val="001A4FE3"/>
    <w:rsid w:val="001A5E04"/>
    <w:rsid w:val="001A670B"/>
    <w:rsid w:val="001A7996"/>
    <w:rsid w:val="001B0B82"/>
    <w:rsid w:val="001B4F2E"/>
    <w:rsid w:val="001B5084"/>
    <w:rsid w:val="001B5849"/>
    <w:rsid w:val="001B719B"/>
    <w:rsid w:val="001B7E42"/>
    <w:rsid w:val="001C00E9"/>
    <w:rsid w:val="001C0C03"/>
    <w:rsid w:val="001C0FAB"/>
    <w:rsid w:val="001C12DE"/>
    <w:rsid w:val="001C2AAE"/>
    <w:rsid w:val="001C4F4B"/>
    <w:rsid w:val="001C4F61"/>
    <w:rsid w:val="001C5725"/>
    <w:rsid w:val="001C57A1"/>
    <w:rsid w:val="001C7D70"/>
    <w:rsid w:val="001C7FDE"/>
    <w:rsid w:val="001D47FC"/>
    <w:rsid w:val="001D48AF"/>
    <w:rsid w:val="001D5AF9"/>
    <w:rsid w:val="001D60ED"/>
    <w:rsid w:val="001E1F90"/>
    <w:rsid w:val="001E2652"/>
    <w:rsid w:val="001E2BC4"/>
    <w:rsid w:val="001E481F"/>
    <w:rsid w:val="001E49AC"/>
    <w:rsid w:val="001E623F"/>
    <w:rsid w:val="001F0222"/>
    <w:rsid w:val="001F0B2C"/>
    <w:rsid w:val="001F0FC6"/>
    <w:rsid w:val="001F1034"/>
    <w:rsid w:val="001F1BC6"/>
    <w:rsid w:val="001F1F58"/>
    <w:rsid w:val="001F271F"/>
    <w:rsid w:val="001F3B52"/>
    <w:rsid w:val="001F5A5E"/>
    <w:rsid w:val="001F6164"/>
    <w:rsid w:val="001F7E0F"/>
    <w:rsid w:val="002000BD"/>
    <w:rsid w:val="00200579"/>
    <w:rsid w:val="00201641"/>
    <w:rsid w:val="002030DF"/>
    <w:rsid w:val="002065F8"/>
    <w:rsid w:val="00206949"/>
    <w:rsid w:val="00206CE4"/>
    <w:rsid w:val="002112C7"/>
    <w:rsid w:val="0021217A"/>
    <w:rsid w:val="002159D0"/>
    <w:rsid w:val="00215DD8"/>
    <w:rsid w:val="00216A3D"/>
    <w:rsid w:val="00220033"/>
    <w:rsid w:val="0022252D"/>
    <w:rsid w:val="00224B8F"/>
    <w:rsid w:val="002255DC"/>
    <w:rsid w:val="00225F6B"/>
    <w:rsid w:val="002306C2"/>
    <w:rsid w:val="00231766"/>
    <w:rsid w:val="00232021"/>
    <w:rsid w:val="00232060"/>
    <w:rsid w:val="00232F06"/>
    <w:rsid w:val="00232FF3"/>
    <w:rsid w:val="00235347"/>
    <w:rsid w:val="00235509"/>
    <w:rsid w:val="002363A1"/>
    <w:rsid w:val="00240F01"/>
    <w:rsid w:val="002411FD"/>
    <w:rsid w:val="0024294E"/>
    <w:rsid w:val="00244BE7"/>
    <w:rsid w:val="00244DA8"/>
    <w:rsid w:val="0024550C"/>
    <w:rsid w:val="002539F9"/>
    <w:rsid w:val="00254082"/>
    <w:rsid w:val="00255084"/>
    <w:rsid w:val="002562DF"/>
    <w:rsid w:val="002606C1"/>
    <w:rsid w:val="00261197"/>
    <w:rsid w:val="00264BC4"/>
    <w:rsid w:val="00265816"/>
    <w:rsid w:val="00266BD2"/>
    <w:rsid w:val="00270C3A"/>
    <w:rsid w:val="00273839"/>
    <w:rsid w:val="0027476D"/>
    <w:rsid w:val="00274DA2"/>
    <w:rsid w:val="00274DF7"/>
    <w:rsid w:val="0028469E"/>
    <w:rsid w:val="00286E45"/>
    <w:rsid w:val="0029017D"/>
    <w:rsid w:val="002939A4"/>
    <w:rsid w:val="00293BD5"/>
    <w:rsid w:val="00294D91"/>
    <w:rsid w:val="00295B46"/>
    <w:rsid w:val="00295B89"/>
    <w:rsid w:val="002976A8"/>
    <w:rsid w:val="002A00DD"/>
    <w:rsid w:val="002A2DFE"/>
    <w:rsid w:val="002A3C8F"/>
    <w:rsid w:val="002A6935"/>
    <w:rsid w:val="002A6C87"/>
    <w:rsid w:val="002A6E55"/>
    <w:rsid w:val="002B01F9"/>
    <w:rsid w:val="002B040D"/>
    <w:rsid w:val="002B05EA"/>
    <w:rsid w:val="002B0A73"/>
    <w:rsid w:val="002B3782"/>
    <w:rsid w:val="002B44CB"/>
    <w:rsid w:val="002B4946"/>
    <w:rsid w:val="002B676C"/>
    <w:rsid w:val="002C04F3"/>
    <w:rsid w:val="002C0859"/>
    <w:rsid w:val="002C21C3"/>
    <w:rsid w:val="002C3026"/>
    <w:rsid w:val="002C35E6"/>
    <w:rsid w:val="002C3B27"/>
    <w:rsid w:val="002C53DC"/>
    <w:rsid w:val="002C684D"/>
    <w:rsid w:val="002C7D3B"/>
    <w:rsid w:val="002D0FB2"/>
    <w:rsid w:val="002D22F1"/>
    <w:rsid w:val="002D3B08"/>
    <w:rsid w:val="002D6A5E"/>
    <w:rsid w:val="002D7F46"/>
    <w:rsid w:val="002E292D"/>
    <w:rsid w:val="002E2EE0"/>
    <w:rsid w:val="002E4583"/>
    <w:rsid w:val="002E46BE"/>
    <w:rsid w:val="002E4ED5"/>
    <w:rsid w:val="002E5F6D"/>
    <w:rsid w:val="002E66B0"/>
    <w:rsid w:val="002E689C"/>
    <w:rsid w:val="002E7DFA"/>
    <w:rsid w:val="002F1144"/>
    <w:rsid w:val="002F324F"/>
    <w:rsid w:val="002F36B7"/>
    <w:rsid w:val="002F447B"/>
    <w:rsid w:val="002F49FE"/>
    <w:rsid w:val="002F5EE3"/>
    <w:rsid w:val="002F689B"/>
    <w:rsid w:val="002F69DF"/>
    <w:rsid w:val="002F71EE"/>
    <w:rsid w:val="0030034C"/>
    <w:rsid w:val="0030045B"/>
    <w:rsid w:val="00300AC7"/>
    <w:rsid w:val="003016AB"/>
    <w:rsid w:val="003016ED"/>
    <w:rsid w:val="003028AC"/>
    <w:rsid w:val="00303E30"/>
    <w:rsid w:val="00303FAE"/>
    <w:rsid w:val="00304D13"/>
    <w:rsid w:val="00305478"/>
    <w:rsid w:val="0030567F"/>
    <w:rsid w:val="00310103"/>
    <w:rsid w:val="00311B2D"/>
    <w:rsid w:val="00311FCB"/>
    <w:rsid w:val="00312539"/>
    <w:rsid w:val="00312FF3"/>
    <w:rsid w:val="00313B3E"/>
    <w:rsid w:val="00314011"/>
    <w:rsid w:val="00314CF2"/>
    <w:rsid w:val="003150CD"/>
    <w:rsid w:val="00315100"/>
    <w:rsid w:val="0031576C"/>
    <w:rsid w:val="00317FDB"/>
    <w:rsid w:val="00321C0E"/>
    <w:rsid w:val="00321D98"/>
    <w:rsid w:val="0032262A"/>
    <w:rsid w:val="00324D79"/>
    <w:rsid w:val="00325154"/>
    <w:rsid w:val="0032614A"/>
    <w:rsid w:val="0033406C"/>
    <w:rsid w:val="003348B2"/>
    <w:rsid w:val="00336993"/>
    <w:rsid w:val="00337EBE"/>
    <w:rsid w:val="00341AD2"/>
    <w:rsid w:val="00342F85"/>
    <w:rsid w:val="00345E64"/>
    <w:rsid w:val="003460E6"/>
    <w:rsid w:val="003512EB"/>
    <w:rsid w:val="00353062"/>
    <w:rsid w:val="003542E7"/>
    <w:rsid w:val="00357CAE"/>
    <w:rsid w:val="00361FF7"/>
    <w:rsid w:val="003634BB"/>
    <w:rsid w:val="00365E8E"/>
    <w:rsid w:val="00367A3B"/>
    <w:rsid w:val="003735F0"/>
    <w:rsid w:val="00374ADE"/>
    <w:rsid w:val="003755D8"/>
    <w:rsid w:val="00375A1A"/>
    <w:rsid w:val="00375B59"/>
    <w:rsid w:val="00377D75"/>
    <w:rsid w:val="00377E08"/>
    <w:rsid w:val="003816B3"/>
    <w:rsid w:val="003818D6"/>
    <w:rsid w:val="0038490B"/>
    <w:rsid w:val="00384C83"/>
    <w:rsid w:val="0038744E"/>
    <w:rsid w:val="00387FF0"/>
    <w:rsid w:val="00390091"/>
    <w:rsid w:val="00390B3A"/>
    <w:rsid w:val="00391BBD"/>
    <w:rsid w:val="00392053"/>
    <w:rsid w:val="00393589"/>
    <w:rsid w:val="00394494"/>
    <w:rsid w:val="003952B1"/>
    <w:rsid w:val="00397ABF"/>
    <w:rsid w:val="003A1C2D"/>
    <w:rsid w:val="003A2CD3"/>
    <w:rsid w:val="003A3361"/>
    <w:rsid w:val="003A3942"/>
    <w:rsid w:val="003A6DC9"/>
    <w:rsid w:val="003A7386"/>
    <w:rsid w:val="003B1CF8"/>
    <w:rsid w:val="003B36EA"/>
    <w:rsid w:val="003C0851"/>
    <w:rsid w:val="003C173E"/>
    <w:rsid w:val="003C28F6"/>
    <w:rsid w:val="003C3939"/>
    <w:rsid w:val="003C3F99"/>
    <w:rsid w:val="003C7159"/>
    <w:rsid w:val="003C7469"/>
    <w:rsid w:val="003D26EA"/>
    <w:rsid w:val="003D3EBD"/>
    <w:rsid w:val="003D4BCC"/>
    <w:rsid w:val="003D643A"/>
    <w:rsid w:val="003D6C10"/>
    <w:rsid w:val="003D79BF"/>
    <w:rsid w:val="003E1583"/>
    <w:rsid w:val="003E2F86"/>
    <w:rsid w:val="003E3D24"/>
    <w:rsid w:val="003E536D"/>
    <w:rsid w:val="003E61F4"/>
    <w:rsid w:val="003E7A21"/>
    <w:rsid w:val="003F27AA"/>
    <w:rsid w:val="003F28DD"/>
    <w:rsid w:val="003F4074"/>
    <w:rsid w:val="003F4C27"/>
    <w:rsid w:val="003F4DC9"/>
    <w:rsid w:val="004004CA"/>
    <w:rsid w:val="00401053"/>
    <w:rsid w:val="0040126B"/>
    <w:rsid w:val="004030A8"/>
    <w:rsid w:val="004037C1"/>
    <w:rsid w:val="00403999"/>
    <w:rsid w:val="004045EC"/>
    <w:rsid w:val="00407FF2"/>
    <w:rsid w:val="00410648"/>
    <w:rsid w:val="004116DF"/>
    <w:rsid w:val="00415DD9"/>
    <w:rsid w:val="00417465"/>
    <w:rsid w:val="00420E8D"/>
    <w:rsid w:val="004211D5"/>
    <w:rsid w:val="004215A6"/>
    <w:rsid w:val="00421A98"/>
    <w:rsid w:val="00423B7A"/>
    <w:rsid w:val="0042623F"/>
    <w:rsid w:val="00427297"/>
    <w:rsid w:val="0043062C"/>
    <w:rsid w:val="004316C1"/>
    <w:rsid w:val="00431B84"/>
    <w:rsid w:val="00431E94"/>
    <w:rsid w:val="004320C2"/>
    <w:rsid w:val="004351A6"/>
    <w:rsid w:val="00435553"/>
    <w:rsid w:val="004371F5"/>
    <w:rsid w:val="004401C2"/>
    <w:rsid w:val="00440583"/>
    <w:rsid w:val="00440E8C"/>
    <w:rsid w:val="0044131C"/>
    <w:rsid w:val="00441917"/>
    <w:rsid w:val="00442006"/>
    <w:rsid w:val="0044386C"/>
    <w:rsid w:val="004473C3"/>
    <w:rsid w:val="00450027"/>
    <w:rsid w:val="00450EF6"/>
    <w:rsid w:val="00451FC9"/>
    <w:rsid w:val="004520B6"/>
    <w:rsid w:val="00453EF9"/>
    <w:rsid w:val="0045444E"/>
    <w:rsid w:val="00454E80"/>
    <w:rsid w:val="0045683D"/>
    <w:rsid w:val="00456AC1"/>
    <w:rsid w:val="00462A69"/>
    <w:rsid w:val="0046574A"/>
    <w:rsid w:val="00465A0E"/>
    <w:rsid w:val="00465FA3"/>
    <w:rsid w:val="004711C0"/>
    <w:rsid w:val="004728F5"/>
    <w:rsid w:val="00477379"/>
    <w:rsid w:val="00477730"/>
    <w:rsid w:val="00480E48"/>
    <w:rsid w:val="00481FE2"/>
    <w:rsid w:val="0048254D"/>
    <w:rsid w:val="00484E07"/>
    <w:rsid w:val="00485E9E"/>
    <w:rsid w:val="00485F52"/>
    <w:rsid w:val="004867AA"/>
    <w:rsid w:val="0048756A"/>
    <w:rsid w:val="00490F53"/>
    <w:rsid w:val="004928F7"/>
    <w:rsid w:val="004943E2"/>
    <w:rsid w:val="004948C6"/>
    <w:rsid w:val="00495B93"/>
    <w:rsid w:val="00496B25"/>
    <w:rsid w:val="00497245"/>
    <w:rsid w:val="00497F75"/>
    <w:rsid w:val="004A1FCD"/>
    <w:rsid w:val="004A2364"/>
    <w:rsid w:val="004A41A3"/>
    <w:rsid w:val="004A4642"/>
    <w:rsid w:val="004A4B78"/>
    <w:rsid w:val="004A4C67"/>
    <w:rsid w:val="004A6843"/>
    <w:rsid w:val="004B2B5C"/>
    <w:rsid w:val="004B3976"/>
    <w:rsid w:val="004B73AD"/>
    <w:rsid w:val="004B74BA"/>
    <w:rsid w:val="004C16E4"/>
    <w:rsid w:val="004C1A7E"/>
    <w:rsid w:val="004C2B67"/>
    <w:rsid w:val="004C31E5"/>
    <w:rsid w:val="004C4565"/>
    <w:rsid w:val="004D0C29"/>
    <w:rsid w:val="004D28D0"/>
    <w:rsid w:val="004D337F"/>
    <w:rsid w:val="004D373D"/>
    <w:rsid w:val="004D3C13"/>
    <w:rsid w:val="004D5187"/>
    <w:rsid w:val="004D5857"/>
    <w:rsid w:val="004D7CB0"/>
    <w:rsid w:val="004E003F"/>
    <w:rsid w:val="004E394B"/>
    <w:rsid w:val="004E41F5"/>
    <w:rsid w:val="004E4791"/>
    <w:rsid w:val="004E6068"/>
    <w:rsid w:val="004F0032"/>
    <w:rsid w:val="004F1B55"/>
    <w:rsid w:val="004F2D62"/>
    <w:rsid w:val="004F3319"/>
    <w:rsid w:val="004F69F0"/>
    <w:rsid w:val="005002D1"/>
    <w:rsid w:val="00500B19"/>
    <w:rsid w:val="00502355"/>
    <w:rsid w:val="005038B3"/>
    <w:rsid w:val="0050466F"/>
    <w:rsid w:val="00507210"/>
    <w:rsid w:val="00507A87"/>
    <w:rsid w:val="00507AE3"/>
    <w:rsid w:val="0051192D"/>
    <w:rsid w:val="00512F52"/>
    <w:rsid w:val="00513670"/>
    <w:rsid w:val="00513ABE"/>
    <w:rsid w:val="00515034"/>
    <w:rsid w:val="00516569"/>
    <w:rsid w:val="00521631"/>
    <w:rsid w:val="00523491"/>
    <w:rsid w:val="00523FF8"/>
    <w:rsid w:val="005256B2"/>
    <w:rsid w:val="00525B46"/>
    <w:rsid w:val="0053084E"/>
    <w:rsid w:val="00531843"/>
    <w:rsid w:val="00532D87"/>
    <w:rsid w:val="00533D7A"/>
    <w:rsid w:val="00533E6B"/>
    <w:rsid w:val="005365F8"/>
    <w:rsid w:val="00536B7C"/>
    <w:rsid w:val="00537154"/>
    <w:rsid w:val="005376A5"/>
    <w:rsid w:val="00537AE2"/>
    <w:rsid w:val="00541395"/>
    <w:rsid w:val="00541481"/>
    <w:rsid w:val="0054232B"/>
    <w:rsid w:val="00542B11"/>
    <w:rsid w:val="00547D47"/>
    <w:rsid w:val="0055225D"/>
    <w:rsid w:val="005529A1"/>
    <w:rsid w:val="00556A08"/>
    <w:rsid w:val="0055786E"/>
    <w:rsid w:val="00560802"/>
    <w:rsid w:val="00562C39"/>
    <w:rsid w:val="00564426"/>
    <w:rsid w:val="005657FE"/>
    <w:rsid w:val="0056653D"/>
    <w:rsid w:val="00566DEA"/>
    <w:rsid w:val="005711E0"/>
    <w:rsid w:val="00571B07"/>
    <w:rsid w:val="00572DCF"/>
    <w:rsid w:val="00573CF6"/>
    <w:rsid w:val="00575FA2"/>
    <w:rsid w:val="0057639A"/>
    <w:rsid w:val="00580346"/>
    <w:rsid w:val="0058178E"/>
    <w:rsid w:val="0058371F"/>
    <w:rsid w:val="00584F0F"/>
    <w:rsid w:val="00587339"/>
    <w:rsid w:val="0058769B"/>
    <w:rsid w:val="00587B92"/>
    <w:rsid w:val="00587C90"/>
    <w:rsid w:val="00591825"/>
    <w:rsid w:val="005929C3"/>
    <w:rsid w:val="0059318A"/>
    <w:rsid w:val="00593D37"/>
    <w:rsid w:val="00594B5F"/>
    <w:rsid w:val="00595468"/>
    <w:rsid w:val="00595681"/>
    <w:rsid w:val="0059654F"/>
    <w:rsid w:val="005A3197"/>
    <w:rsid w:val="005A4FB1"/>
    <w:rsid w:val="005A555A"/>
    <w:rsid w:val="005A5996"/>
    <w:rsid w:val="005A639F"/>
    <w:rsid w:val="005A687F"/>
    <w:rsid w:val="005A6B72"/>
    <w:rsid w:val="005B0629"/>
    <w:rsid w:val="005B06F8"/>
    <w:rsid w:val="005B2E2B"/>
    <w:rsid w:val="005B3BBA"/>
    <w:rsid w:val="005B3DD2"/>
    <w:rsid w:val="005B44AF"/>
    <w:rsid w:val="005C1714"/>
    <w:rsid w:val="005C1B7D"/>
    <w:rsid w:val="005C2EB3"/>
    <w:rsid w:val="005C52EE"/>
    <w:rsid w:val="005C56E4"/>
    <w:rsid w:val="005D00D5"/>
    <w:rsid w:val="005D037A"/>
    <w:rsid w:val="005D6789"/>
    <w:rsid w:val="005D7EF8"/>
    <w:rsid w:val="005E1975"/>
    <w:rsid w:val="005E2DFF"/>
    <w:rsid w:val="005E302E"/>
    <w:rsid w:val="005E326B"/>
    <w:rsid w:val="005E634C"/>
    <w:rsid w:val="005E6B0D"/>
    <w:rsid w:val="005F1CC1"/>
    <w:rsid w:val="005F5B98"/>
    <w:rsid w:val="005F5F93"/>
    <w:rsid w:val="00600794"/>
    <w:rsid w:val="00600BF4"/>
    <w:rsid w:val="006025A0"/>
    <w:rsid w:val="00604AFF"/>
    <w:rsid w:val="0060577D"/>
    <w:rsid w:val="00605F60"/>
    <w:rsid w:val="006062DB"/>
    <w:rsid w:val="0060720B"/>
    <w:rsid w:val="00607C35"/>
    <w:rsid w:val="00611905"/>
    <w:rsid w:val="00612512"/>
    <w:rsid w:val="006127BA"/>
    <w:rsid w:val="006156C5"/>
    <w:rsid w:val="0061727B"/>
    <w:rsid w:val="00621198"/>
    <w:rsid w:val="00622919"/>
    <w:rsid w:val="00624228"/>
    <w:rsid w:val="00627001"/>
    <w:rsid w:val="006307A3"/>
    <w:rsid w:val="00630B8F"/>
    <w:rsid w:val="00632656"/>
    <w:rsid w:val="00632A6F"/>
    <w:rsid w:val="00632DA9"/>
    <w:rsid w:val="00633FA2"/>
    <w:rsid w:val="006341E8"/>
    <w:rsid w:val="00634A05"/>
    <w:rsid w:val="00635721"/>
    <w:rsid w:val="00637421"/>
    <w:rsid w:val="00637E98"/>
    <w:rsid w:val="00637FF2"/>
    <w:rsid w:val="00640813"/>
    <w:rsid w:val="00642361"/>
    <w:rsid w:val="006441C6"/>
    <w:rsid w:val="00644B25"/>
    <w:rsid w:val="0064709B"/>
    <w:rsid w:val="00650735"/>
    <w:rsid w:val="0065356B"/>
    <w:rsid w:val="0065447E"/>
    <w:rsid w:val="006544CF"/>
    <w:rsid w:val="00655737"/>
    <w:rsid w:val="00655E4F"/>
    <w:rsid w:val="0066001C"/>
    <w:rsid w:val="00661BD3"/>
    <w:rsid w:val="00664F99"/>
    <w:rsid w:val="00666376"/>
    <w:rsid w:val="0067026E"/>
    <w:rsid w:val="006703DF"/>
    <w:rsid w:val="006713E6"/>
    <w:rsid w:val="00671E92"/>
    <w:rsid w:val="00673893"/>
    <w:rsid w:val="00673D16"/>
    <w:rsid w:val="0067793C"/>
    <w:rsid w:val="00680C8B"/>
    <w:rsid w:val="00681257"/>
    <w:rsid w:val="0068189C"/>
    <w:rsid w:val="006830EE"/>
    <w:rsid w:val="00683A61"/>
    <w:rsid w:val="00683A90"/>
    <w:rsid w:val="00690469"/>
    <w:rsid w:val="006904FE"/>
    <w:rsid w:val="00692CC3"/>
    <w:rsid w:val="006936ED"/>
    <w:rsid w:val="00694A9A"/>
    <w:rsid w:val="006950CC"/>
    <w:rsid w:val="00696907"/>
    <w:rsid w:val="00696B98"/>
    <w:rsid w:val="006A0585"/>
    <w:rsid w:val="006A2BE1"/>
    <w:rsid w:val="006A2D51"/>
    <w:rsid w:val="006A3DD0"/>
    <w:rsid w:val="006A53A0"/>
    <w:rsid w:val="006A7959"/>
    <w:rsid w:val="006A7B13"/>
    <w:rsid w:val="006B0BB0"/>
    <w:rsid w:val="006B2ABC"/>
    <w:rsid w:val="006B33D7"/>
    <w:rsid w:val="006B3F1F"/>
    <w:rsid w:val="006B3FAC"/>
    <w:rsid w:val="006B40D1"/>
    <w:rsid w:val="006B6B85"/>
    <w:rsid w:val="006B6D1F"/>
    <w:rsid w:val="006B72DD"/>
    <w:rsid w:val="006B7CE9"/>
    <w:rsid w:val="006C0364"/>
    <w:rsid w:val="006C06AD"/>
    <w:rsid w:val="006C4002"/>
    <w:rsid w:val="006C4288"/>
    <w:rsid w:val="006C45CB"/>
    <w:rsid w:val="006C481E"/>
    <w:rsid w:val="006C49AB"/>
    <w:rsid w:val="006C79EA"/>
    <w:rsid w:val="006D0026"/>
    <w:rsid w:val="006D3BB8"/>
    <w:rsid w:val="006D4372"/>
    <w:rsid w:val="006D4EE1"/>
    <w:rsid w:val="006D6363"/>
    <w:rsid w:val="006D68E1"/>
    <w:rsid w:val="006D6970"/>
    <w:rsid w:val="006D716C"/>
    <w:rsid w:val="006E048F"/>
    <w:rsid w:val="006E1394"/>
    <w:rsid w:val="006E1A98"/>
    <w:rsid w:val="006E362A"/>
    <w:rsid w:val="006E3F80"/>
    <w:rsid w:val="006E5FB9"/>
    <w:rsid w:val="006F0145"/>
    <w:rsid w:val="006F1C28"/>
    <w:rsid w:val="006F37F0"/>
    <w:rsid w:val="006F4262"/>
    <w:rsid w:val="006F656D"/>
    <w:rsid w:val="006F680A"/>
    <w:rsid w:val="006F6F40"/>
    <w:rsid w:val="00701C25"/>
    <w:rsid w:val="00702F8E"/>
    <w:rsid w:val="00706B96"/>
    <w:rsid w:val="00706DA6"/>
    <w:rsid w:val="007078AA"/>
    <w:rsid w:val="00711DAE"/>
    <w:rsid w:val="007128C8"/>
    <w:rsid w:val="00712B84"/>
    <w:rsid w:val="00714451"/>
    <w:rsid w:val="00714516"/>
    <w:rsid w:val="00720786"/>
    <w:rsid w:val="0072079A"/>
    <w:rsid w:val="0072162B"/>
    <w:rsid w:val="00722452"/>
    <w:rsid w:val="00723B73"/>
    <w:rsid w:val="00725E59"/>
    <w:rsid w:val="00726785"/>
    <w:rsid w:val="00726A50"/>
    <w:rsid w:val="00727856"/>
    <w:rsid w:val="00730F0B"/>
    <w:rsid w:val="00731262"/>
    <w:rsid w:val="00734637"/>
    <w:rsid w:val="007367A5"/>
    <w:rsid w:val="007405AE"/>
    <w:rsid w:val="00743D96"/>
    <w:rsid w:val="00744838"/>
    <w:rsid w:val="00751417"/>
    <w:rsid w:val="007544D7"/>
    <w:rsid w:val="00754E5E"/>
    <w:rsid w:val="00756B74"/>
    <w:rsid w:val="00761226"/>
    <w:rsid w:val="007661D3"/>
    <w:rsid w:val="00770B3E"/>
    <w:rsid w:val="0077306F"/>
    <w:rsid w:val="007738E6"/>
    <w:rsid w:val="00774723"/>
    <w:rsid w:val="00774BEB"/>
    <w:rsid w:val="00775368"/>
    <w:rsid w:val="007809B9"/>
    <w:rsid w:val="00780A7E"/>
    <w:rsid w:val="00781FE1"/>
    <w:rsid w:val="00783C20"/>
    <w:rsid w:val="007865AF"/>
    <w:rsid w:val="00787C22"/>
    <w:rsid w:val="00791804"/>
    <w:rsid w:val="007950B6"/>
    <w:rsid w:val="007A0106"/>
    <w:rsid w:val="007A0400"/>
    <w:rsid w:val="007A0D1F"/>
    <w:rsid w:val="007A23FD"/>
    <w:rsid w:val="007A295A"/>
    <w:rsid w:val="007A3375"/>
    <w:rsid w:val="007A3447"/>
    <w:rsid w:val="007A362B"/>
    <w:rsid w:val="007A46B4"/>
    <w:rsid w:val="007A4DC5"/>
    <w:rsid w:val="007A5AC8"/>
    <w:rsid w:val="007B2A98"/>
    <w:rsid w:val="007B5164"/>
    <w:rsid w:val="007B6DE5"/>
    <w:rsid w:val="007B6F78"/>
    <w:rsid w:val="007B73B2"/>
    <w:rsid w:val="007B7A88"/>
    <w:rsid w:val="007B7F2A"/>
    <w:rsid w:val="007C059F"/>
    <w:rsid w:val="007C103B"/>
    <w:rsid w:val="007C2A4C"/>
    <w:rsid w:val="007C2A58"/>
    <w:rsid w:val="007C42A3"/>
    <w:rsid w:val="007C4719"/>
    <w:rsid w:val="007C5BCC"/>
    <w:rsid w:val="007C6106"/>
    <w:rsid w:val="007C6DBF"/>
    <w:rsid w:val="007C75DF"/>
    <w:rsid w:val="007D0B57"/>
    <w:rsid w:val="007D16C1"/>
    <w:rsid w:val="007D1756"/>
    <w:rsid w:val="007D1857"/>
    <w:rsid w:val="007D2BC1"/>
    <w:rsid w:val="007D2D70"/>
    <w:rsid w:val="007D41C3"/>
    <w:rsid w:val="007E026D"/>
    <w:rsid w:val="007E2A23"/>
    <w:rsid w:val="007E2D8C"/>
    <w:rsid w:val="007E2EF9"/>
    <w:rsid w:val="007E30BA"/>
    <w:rsid w:val="007E42F0"/>
    <w:rsid w:val="007E4C2B"/>
    <w:rsid w:val="007E5C41"/>
    <w:rsid w:val="007E5C68"/>
    <w:rsid w:val="007E5EA0"/>
    <w:rsid w:val="007E6B18"/>
    <w:rsid w:val="007E7EFB"/>
    <w:rsid w:val="007F0A78"/>
    <w:rsid w:val="007F19B9"/>
    <w:rsid w:val="007F53A3"/>
    <w:rsid w:val="0080245B"/>
    <w:rsid w:val="0080254C"/>
    <w:rsid w:val="008025FE"/>
    <w:rsid w:val="008043C5"/>
    <w:rsid w:val="008068A0"/>
    <w:rsid w:val="00806BA1"/>
    <w:rsid w:val="00806CEE"/>
    <w:rsid w:val="00810218"/>
    <w:rsid w:val="008104A5"/>
    <w:rsid w:val="008113C4"/>
    <w:rsid w:val="008116BF"/>
    <w:rsid w:val="00813E82"/>
    <w:rsid w:val="00815B54"/>
    <w:rsid w:val="00816116"/>
    <w:rsid w:val="00816AC1"/>
    <w:rsid w:val="00820F2B"/>
    <w:rsid w:val="00821650"/>
    <w:rsid w:val="0082264E"/>
    <w:rsid w:val="00822703"/>
    <w:rsid w:val="00822DDD"/>
    <w:rsid w:val="00825C16"/>
    <w:rsid w:val="00830226"/>
    <w:rsid w:val="00830CE7"/>
    <w:rsid w:val="00830D42"/>
    <w:rsid w:val="0083150F"/>
    <w:rsid w:val="00832FF6"/>
    <w:rsid w:val="00834B65"/>
    <w:rsid w:val="00834C71"/>
    <w:rsid w:val="008353F9"/>
    <w:rsid w:val="0083586E"/>
    <w:rsid w:val="008403A6"/>
    <w:rsid w:val="00840B4E"/>
    <w:rsid w:val="008419B9"/>
    <w:rsid w:val="008421CF"/>
    <w:rsid w:val="00842358"/>
    <w:rsid w:val="008430BE"/>
    <w:rsid w:val="008457EC"/>
    <w:rsid w:val="0084612C"/>
    <w:rsid w:val="00846D02"/>
    <w:rsid w:val="00847041"/>
    <w:rsid w:val="0084722F"/>
    <w:rsid w:val="008472DC"/>
    <w:rsid w:val="00851187"/>
    <w:rsid w:val="00851C12"/>
    <w:rsid w:val="00852FC7"/>
    <w:rsid w:val="00854931"/>
    <w:rsid w:val="00857561"/>
    <w:rsid w:val="00857A95"/>
    <w:rsid w:val="00861563"/>
    <w:rsid w:val="00861CA2"/>
    <w:rsid w:val="008629A7"/>
    <w:rsid w:val="00862AAF"/>
    <w:rsid w:val="00863555"/>
    <w:rsid w:val="0086367D"/>
    <w:rsid w:val="00863A0F"/>
    <w:rsid w:val="0086601A"/>
    <w:rsid w:val="00866540"/>
    <w:rsid w:val="008674CD"/>
    <w:rsid w:val="008676CD"/>
    <w:rsid w:val="00870682"/>
    <w:rsid w:val="00871575"/>
    <w:rsid w:val="0087360C"/>
    <w:rsid w:val="008742C6"/>
    <w:rsid w:val="008750CD"/>
    <w:rsid w:val="0087649E"/>
    <w:rsid w:val="0087753D"/>
    <w:rsid w:val="00881408"/>
    <w:rsid w:val="00882281"/>
    <w:rsid w:val="00882E3F"/>
    <w:rsid w:val="00883B2C"/>
    <w:rsid w:val="00891B76"/>
    <w:rsid w:val="00893314"/>
    <w:rsid w:val="008955BC"/>
    <w:rsid w:val="0089728C"/>
    <w:rsid w:val="008A7C32"/>
    <w:rsid w:val="008B0170"/>
    <w:rsid w:val="008B0473"/>
    <w:rsid w:val="008B1229"/>
    <w:rsid w:val="008B2F87"/>
    <w:rsid w:val="008B436B"/>
    <w:rsid w:val="008B5B96"/>
    <w:rsid w:val="008B6501"/>
    <w:rsid w:val="008C5EF5"/>
    <w:rsid w:val="008C6AB8"/>
    <w:rsid w:val="008C6B5F"/>
    <w:rsid w:val="008D130F"/>
    <w:rsid w:val="008D212A"/>
    <w:rsid w:val="008D2625"/>
    <w:rsid w:val="008D535C"/>
    <w:rsid w:val="008D6EC3"/>
    <w:rsid w:val="008D70EF"/>
    <w:rsid w:val="008D7232"/>
    <w:rsid w:val="008D7EF8"/>
    <w:rsid w:val="008E106E"/>
    <w:rsid w:val="008E5BFC"/>
    <w:rsid w:val="008E65C1"/>
    <w:rsid w:val="008E69D8"/>
    <w:rsid w:val="008E7539"/>
    <w:rsid w:val="008F06A6"/>
    <w:rsid w:val="008F3513"/>
    <w:rsid w:val="008F48BC"/>
    <w:rsid w:val="008F5A07"/>
    <w:rsid w:val="008F5D54"/>
    <w:rsid w:val="008F614D"/>
    <w:rsid w:val="008F6388"/>
    <w:rsid w:val="008F6522"/>
    <w:rsid w:val="008F6726"/>
    <w:rsid w:val="008F6E3B"/>
    <w:rsid w:val="009006C3"/>
    <w:rsid w:val="009102C2"/>
    <w:rsid w:val="009115A1"/>
    <w:rsid w:val="009115B4"/>
    <w:rsid w:val="009123DC"/>
    <w:rsid w:val="00913322"/>
    <w:rsid w:val="00913877"/>
    <w:rsid w:val="00914E19"/>
    <w:rsid w:val="00920287"/>
    <w:rsid w:val="00920B60"/>
    <w:rsid w:val="00923D79"/>
    <w:rsid w:val="00924657"/>
    <w:rsid w:val="00924878"/>
    <w:rsid w:val="00924A5D"/>
    <w:rsid w:val="00924F3F"/>
    <w:rsid w:val="009259CB"/>
    <w:rsid w:val="0092776B"/>
    <w:rsid w:val="0092799D"/>
    <w:rsid w:val="009279F5"/>
    <w:rsid w:val="009356B3"/>
    <w:rsid w:val="00935C7A"/>
    <w:rsid w:val="00935CE7"/>
    <w:rsid w:val="009362E1"/>
    <w:rsid w:val="00936582"/>
    <w:rsid w:val="00936733"/>
    <w:rsid w:val="009375BF"/>
    <w:rsid w:val="00937AFB"/>
    <w:rsid w:val="00940803"/>
    <w:rsid w:val="00941B5E"/>
    <w:rsid w:val="00941D02"/>
    <w:rsid w:val="00942D77"/>
    <w:rsid w:val="0094377B"/>
    <w:rsid w:val="00944122"/>
    <w:rsid w:val="0094419D"/>
    <w:rsid w:val="009441A2"/>
    <w:rsid w:val="00944863"/>
    <w:rsid w:val="00944A59"/>
    <w:rsid w:val="00950850"/>
    <w:rsid w:val="009519DC"/>
    <w:rsid w:val="0095424F"/>
    <w:rsid w:val="00956561"/>
    <w:rsid w:val="00957411"/>
    <w:rsid w:val="00961C1C"/>
    <w:rsid w:val="00962E75"/>
    <w:rsid w:val="0096370E"/>
    <w:rsid w:val="00964517"/>
    <w:rsid w:val="00964D10"/>
    <w:rsid w:val="00966799"/>
    <w:rsid w:val="00971057"/>
    <w:rsid w:val="0097305F"/>
    <w:rsid w:val="00973E33"/>
    <w:rsid w:val="00974094"/>
    <w:rsid w:val="0097445D"/>
    <w:rsid w:val="00976674"/>
    <w:rsid w:val="00980C63"/>
    <w:rsid w:val="00980F96"/>
    <w:rsid w:val="00982813"/>
    <w:rsid w:val="00983BDA"/>
    <w:rsid w:val="009849B0"/>
    <w:rsid w:val="00985F2C"/>
    <w:rsid w:val="009861EF"/>
    <w:rsid w:val="00986A7B"/>
    <w:rsid w:val="009931BB"/>
    <w:rsid w:val="00996A12"/>
    <w:rsid w:val="00996FA9"/>
    <w:rsid w:val="00997F2C"/>
    <w:rsid w:val="009A183F"/>
    <w:rsid w:val="009A2185"/>
    <w:rsid w:val="009A2C45"/>
    <w:rsid w:val="009A401F"/>
    <w:rsid w:val="009A4C13"/>
    <w:rsid w:val="009A5940"/>
    <w:rsid w:val="009A59C6"/>
    <w:rsid w:val="009A5E29"/>
    <w:rsid w:val="009A5E36"/>
    <w:rsid w:val="009B11B0"/>
    <w:rsid w:val="009B23EF"/>
    <w:rsid w:val="009B43DE"/>
    <w:rsid w:val="009B52AE"/>
    <w:rsid w:val="009B5C91"/>
    <w:rsid w:val="009B5F89"/>
    <w:rsid w:val="009C1115"/>
    <w:rsid w:val="009C342C"/>
    <w:rsid w:val="009C3E60"/>
    <w:rsid w:val="009C5289"/>
    <w:rsid w:val="009D08FE"/>
    <w:rsid w:val="009D3671"/>
    <w:rsid w:val="009D3BB4"/>
    <w:rsid w:val="009D5E0A"/>
    <w:rsid w:val="009D6DF5"/>
    <w:rsid w:val="009D7638"/>
    <w:rsid w:val="009D7902"/>
    <w:rsid w:val="009E0570"/>
    <w:rsid w:val="009E34B6"/>
    <w:rsid w:val="009E3CA4"/>
    <w:rsid w:val="009E5A72"/>
    <w:rsid w:val="009E629A"/>
    <w:rsid w:val="009E73AA"/>
    <w:rsid w:val="009F1C1E"/>
    <w:rsid w:val="009F1FE5"/>
    <w:rsid w:val="009F2403"/>
    <w:rsid w:val="009F3539"/>
    <w:rsid w:val="009F49B2"/>
    <w:rsid w:val="009F513F"/>
    <w:rsid w:val="009F5640"/>
    <w:rsid w:val="009F58D1"/>
    <w:rsid w:val="009F72E6"/>
    <w:rsid w:val="00A00E78"/>
    <w:rsid w:val="00A01251"/>
    <w:rsid w:val="00A01A66"/>
    <w:rsid w:val="00A06994"/>
    <w:rsid w:val="00A10F36"/>
    <w:rsid w:val="00A12019"/>
    <w:rsid w:val="00A1301F"/>
    <w:rsid w:val="00A13481"/>
    <w:rsid w:val="00A13974"/>
    <w:rsid w:val="00A16746"/>
    <w:rsid w:val="00A20ECE"/>
    <w:rsid w:val="00A22F3D"/>
    <w:rsid w:val="00A23540"/>
    <w:rsid w:val="00A24896"/>
    <w:rsid w:val="00A27062"/>
    <w:rsid w:val="00A2776E"/>
    <w:rsid w:val="00A30687"/>
    <w:rsid w:val="00A31B3B"/>
    <w:rsid w:val="00A320AF"/>
    <w:rsid w:val="00A32DCD"/>
    <w:rsid w:val="00A3746C"/>
    <w:rsid w:val="00A40C1F"/>
    <w:rsid w:val="00A4116B"/>
    <w:rsid w:val="00A42396"/>
    <w:rsid w:val="00A43562"/>
    <w:rsid w:val="00A43BC5"/>
    <w:rsid w:val="00A44B97"/>
    <w:rsid w:val="00A44FD9"/>
    <w:rsid w:val="00A45775"/>
    <w:rsid w:val="00A46066"/>
    <w:rsid w:val="00A46CA8"/>
    <w:rsid w:val="00A505A9"/>
    <w:rsid w:val="00A515C8"/>
    <w:rsid w:val="00A51DD0"/>
    <w:rsid w:val="00A51FFA"/>
    <w:rsid w:val="00A5342D"/>
    <w:rsid w:val="00A536E9"/>
    <w:rsid w:val="00A55274"/>
    <w:rsid w:val="00A562BD"/>
    <w:rsid w:val="00A60DC6"/>
    <w:rsid w:val="00A62160"/>
    <w:rsid w:val="00A62BEE"/>
    <w:rsid w:val="00A636FC"/>
    <w:rsid w:val="00A64189"/>
    <w:rsid w:val="00A64979"/>
    <w:rsid w:val="00A65552"/>
    <w:rsid w:val="00A6562F"/>
    <w:rsid w:val="00A65765"/>
    <w:rsid w:val="00A659ED"/>
    <w:rsid w:val="00A727B0"/>
    <w:rsid w:val="00A73574"/>
    <w:rsid w:val="00A73624"/>
    <w:rsid w:val="00A80856"/>
    <w:rsid w:val="00A85109"/>
    <w:rsid w:val="00A851D4"/>
    <w:rsid w:val="00A852C9"/>
    <w:rsid w:val="00A87475"/>
    <w:rsid w:val="00A87A87"/>
    <w:rsid w:val="00A90111"/>
    <w:rsid w:val="00A9180C"/>
    <w:rsid w:val="00A92D9F"/>
    <w:rsid w:val="00A949E7"/>
    <w:rsid w:val="00A97CED"/>
    <w:rsid w:val="00A97FA0"/>
    <w:rsid w:val="00AA0BD8"/>
    <w:rsid w:val="00AA199D"/>
    <w:rsid w:val="00AA2476"/>
    <w:rsid w:val="00AA2808"/>
    <w:rsid w:val="00AA2CBA"/>
    <w:rsid w:val="00AA4836"/>
    <w:rsid w:val="00AA749E"/>
    <w:rsid w:val="00AA7E72"/>
    <w:rsid w:val="00AB0D32"/>
    <w:rsid w:val="00AB51AF"/>
    <w:rsid w:val="00AB62FF"/>
    <w:rsid w:val="00AC011E"/>
    <w:rsid w:val="00AC055C"/>
    <w:rsid w:val="00AC0700"/>
    <w:rsid w:val="00AC115A"/>
    <w:rsid w:val="00AC14DE"/>
    <w:rsid w:val="00AC31AF"/>
    <w:rsid w:val="00AC4148"/>
    <w:rsid w:val="00AC5E7B"/>
    <w:rsid w:val="00AC7292"/>
    <w:rsid w:val="00AC7BC4"/>
    <w:rsid w:val="00AC7D4B"/>
    <w:rsid w:val="00AD0A87"/>
    <w:rsid w:val="00AD2380"/>
    <w:rsid w:val="00AD2B7D"/>
    <w:rsid w:val="00AD45B5"/>
    <w:rsid w:val="00AD65DA"/>
    <w:rsid w:val="00AD6632"/>
    <w:rsid w:val="00AE17B0"/>
    <w:rsid w:val="00AE2F36"/>
    <w:rsid w:val="00AE3E46"/>
    <w:rsid w:val="00AE410D"/>
    <w:rsid w:val="00AE54B3"/>
    <w:rsid w:val="00AF05CB"/>
    <w:rsid w:val="00AF1CA7"/>
    <w:rsid w:val="00AF203D"/>
    <w:rsid w:val="00AF32C1"/>
    <w:rsid w:val="00AF446B"/>
    <w:rsid w:val="00AF4DF1"/>
    <w:rsid w:val="00AF52C8"/>
    <w:rsid w:val="00AF59DA"/>
    <w:rsid w:val="00AF60C7"/>
    <w:rsid w:val="00AF6247"/>
    <w:rsid w:val="00AF7271"/>
    <w:rsid w:val="00AF774A"/>
    <w:rsid w:val="00B01ED8"/>
    <w:rsid w:val="00B02C4A"/>
    <w:rsid w:val="00B03502"/>
    <w:rsid w:val="00B0394E"/>
    <w:rsid w:val="00B043B6"/>
    <w:rsid w:val="00B05AFF"/>
    <w:rsid w:val="00B10BCC"/>
    <w:rsid w:val="00B110B1"/>
    <w:rsid w:val="00B119F1"/>
    <w:rsid w:val="00B11C52"/>
    <w:rsid w:val="00B12523"/>
    <w:rsid w:val="00B126A4"/>
    <w:rsid w:val="00B15FD9"/>
    <w:rsid w:val="00B2078F"/>
    <w:rsid w:val="00B22E9C"/>
    <w:rsid w:val="00B22F7A"/>
    <w:rsid w:val="00B23654"/>
    <w:rsid w:val="00B236BE"/>
    <w:rsid w:val="00B24B9B"/>
    <w:rsid w:val="00B25A4B"/>
    <w:rsid w:val="00B260F0"/>
    <w:rsid w:val="00B274E6"/>
    <w:rsid w:val="00B3013A"/>
    <w:rsid w:val="00B31F64"/>
    <w:rsid w:val="00B326EC"/>
    <w:rsid w:val="00B3276E"/>
    <w:rsid w:val="00B34B71"/>
    <w:rsid w:val="00B35965"/>
    <w:rsid w:val="00B369A7"/>
    <w:rsid w:val="00B37FD0"/>
    <w:rsid w:val="00B41C97"/>
    <w:rsid w:val="00B41D0F"/>
    <w:rsid w:val="00B42013"/>
    <w:rsid w:val="00B44DDF"/>
    <w:rsid w:val="00B450D6"/>
    <w:rsid w:val="00B46661"/>
    <w:rsid w:val="00B470CB"/>
    <w:rsid w:val="00B470D1"/>
    <w:rsid w:val="00B4792E"/>
    <w:rsid w:val="00B501D9"/>
    <w:rsid w:val="00B5052A"/>
    <w:rsid w:val="00B5141C"/>
    <w:rsid w:val="00B51DED"/>
    <w:rsid w:val="00B54440"/>
    <w:rsid w:val="00B5522B"/>
    <w:rsid w:val="00B55885"/>
    <w:rsid w:val="00B569B0"/>
    <w:rsid w:val="00B603DB"/>
    <w:rsid w:val="00B60651"/>
    <w:rsid w:val="00B6543A"/>
    <w:rsid w:val="00B67482"/>
    <w:rsid w:val="00B6755A"/>
    <w:rsid w:val="00B67F75"/>
    <w:rsid w:val="00B7446A"/>
    <w:rsid w:val="00B76252"/>
    <w:rsid w:val="00B7629D"/>
    <w:rsid w:val="00B7641D"/>
    <w:rsid w:val="00B82128"/>
    <w:rsid w:val="00B8309E"/>
    <w:rsid w:val="00B86145"/>
    <w:rsid w:val="00B863C6"/>
    <w:rsid w:val="00B87B67"/>
    <w:rsid w:val="00B943BA"/>
    <w:rsid w:val="00B95099"/>
    <w:rsid w:val="00B96062"/>
    <w:rsid w:val="00B96DF3"/>
    <w:rsid w:val="00B974B7"/>
    <w:rsid w:val="00BA082D"/>
    <w:rsid w:val="00BA2102"/>
    <w:rsid w:val="00BA4F38"/>
    <w:rsid w:val="00BA6285"/>
    <w:rsid w:val="00BB0BFB"/>
    <w:rsid w:val="00BB20AE"/>
    <w:rsid w:val="00BB28C9"/>
    <w:rsid w:val="00BB30CA"/>
    <w:rsid w:val="00BB3AB4"/>
    <w:rsid w:val="00BB3CF9"/>
    <w:rsid w:val="00BC0D60"/>
    <w:rsid w:val="00BC5049"/>
    <w:rsid w:val="00BC69B7"/>
    <w:rsid w:val="00BD554C"/>
    <w:rsid w:val="00BD6BD0"/>
    <w:rsid w:val="00BD7E75"/>
    <w:rsid w:val="00BE2887"/>
    <w:rsid w:val="00BE3389"/>
    <w:rsid w:val="00BE3DFC"/>
    <w:rsid w:val="00BE7CE2"/>
    <w:rsid w:val="00BE7FFD"/>
    <w:rsid w:val="00BF24A6"/>
    <w:rsid w:val="00BF3F1D"/>
    <w:rsid w:val="00BF4DBF"/>
    <w:rsid w:val="00BF503E"/>
    <w:rsid w:val="00C005F4"/>
    <w:rsid w:val="00C01AF2"/>
    <w:rsid w:val="00C03666"/>
    <w:rsid w:val="00C0441D"/>
    <w:rsid w:val="00C04447"/>
    <w:rsid w:val="00C0643D"/>
    <w:rsid w:val="00C06A2B"/>
    <w:rsid w:val="00C0718A"/>
    <w:rsid w:val="00C0739E"/>
    <w:rsid w:val="00C07588"/>
    <w:rsid w:val="00C10192"/>
    <w:rsid w:val="00C12A66"/>
    <w:rsid w:val="00C1364E"/>
    <w:rsid w:val="00C13EAF"/>
    <w:rsid w:val="00C177E8"/>
    <w:rsid w:val="00C2006D"/>
    <w:rsid w:val="00C21FDD"/>
    <w:rsid w:val="00C23F9C"/>
    <w:rsid w:val="00C240A3"/>
    <w:rsid w:val="00C24E65"/>
    <w:rsid w:val="00C269AE"/>
    <w:rsid w:val="00C26F51"/>
    <w:rsid w:val="00C278CC"/>
    <w:rsid w:val="00C30AAF"/>
    <w:rsid w:val="00C30EAD"/>
    <w:rsid w:val="00C31CA2"/>
    <w:rsid w:val="00C32145"/>
    <w:rsid w:val="00C3225D"/>
    <w:rsid w:val="00C34BC6"/>
    <w:rsid w:val="00C35E7B"/>
    <w:rsid w:val="00C3657C"/>
    <w:rsid w:val="00C36CBA"/>
    <w:rsid w:val="00C3735D"/>
    <w:rsid w:val="00C408A6"/>
    <w:rsid w:val="00C41D23"/>
    <w:rsid w:val="00C422AF"/>
    <w:rsid w:val="00C43B69"/>
    <w:rsid w:val="00C4576D"/>
    <w:rsid w:val="00C458B9"/>
    <w:rsid w:val="00C467EA"/>
    <w:rsid w:val="00C47CAE"/>
    <w:rsid w:val="00C51EB3"/>
    <w:rsid w:val="00C52705"/>
    <w:rsid w:val="00C53711"/>
    <w:rsid w:val="00C537BD"/>
    <w:rsid w:val="00C547FC"/>
    <w:rsid w:val="00C6057D"/>
    <w:rsid w:val="00C60A5C"/>
    <w:rsid w:val="00C647EB"/>
    <w:rsid w:val="00C6537F"/>
    <w:rsid w:val="00C661B8"/>
    <w:rsid w:val="00C67EC4"/>
    <w:rsid w:val="00C70C7F"/>
    <w:rsid w:val="00C74FAC"/>
    <w:rsid w:val="00C766ED"/>
    <w:rsid w:val="00C83509"/>
    <w:rsid w:val="00C84435"/>
    <w:rsid w:val="00C85821"/>
    <w:rsid w:val="00C85B12"/>
    <w:rsid w:val="00C85DC4"/>
    <w:rsid w:val="00C92281"/>
    <w:rsid w:val="00C93928"/>
    <w:rsid w:val="00C944D8"/>
    <w:rsid w:val="00C957E5"/>
    <w:rsid w:val="00C96A2A"/>
    <w:rsid w:val="00C97FA0"/>
    <w:rsid w:val="00CA053C"/>
    <w:rsid w:val="00CA2EE4"/>
    <w:rsid w:val="00CA68FF"/>
    <w:rsid w:val="00CA6A01"/>
    <w:rsid w:val="00CA6FD3"/>
    <w:rsid w:val="00CA726E"/>
    <w:rsid w:val="00CB1BD0"/>
    <w:rsid w:val="00CB32B0"/>
    <w:rsid w:val="00CB728D"/>
    <w:rsid w:val="00CB781F"/>
    <w:rsid w:val="00CC1BC5"/>
    <w:rsid w:val="00CC2EB8"/>
    <w:rsid w:val="00CC360C"/>
    <w:rsid w:val="00CC432B"/>
    <w:rsid w:val="00CC6B6E"/>
    <w:rsid w:val="00CD1622"/>
    <w:rsid w:val="00CD1803"/>
    <w:rsid w:val="00CD1AC9"/>
    <w:rsid w:val="00CD23A1"/>
    <w:rsid w:val="00CD2935"/>
    <w:rsid w:val="00CD2ABC"/>
    <w:rsid w:val="00CD464C"/>
    <w:rsid w:val="00CD48EB"/>
    <w:rsid w:val="00CD4D54"/>
    <w:rsid w:val="00CD582F"/>
    <w:rsid w:val="00CD5AF1"/>
    <w:rsid w:val="00CE2585"/>
    <w:rsid w:val="00CE29A9"/>
    <w:rsid w:val="00CE3F0D"/>
    <w:rsid w:val="00CE5175"/>
    <w:rsid w:val="00CE547A"/>
    <w:rsid w:val="00CE60C6"/>
    <w:rsid w:val="00CE694E"/>
    <w:rsid w:val="00CE7E16"/>
    <w:rsid w:val="00CF0285"/>
    <w:rsid w:val="00CF2CA5"/>
    <w:rsid w:val="00CF388F"/>
    <w:rsid w:val="00CF4FE5"/>
    <w:rsid w:val="00CF63D1"/>
    <w:rsid w:val="00CF75D7"/>
    <w:rsid w:val="00D023F3"/>
    <w:rsid w:val="00D0312D"/>
    <w:rsid w:val="00D03896"/>
    <w:rsid w:val="00D038D2"/>
    <w:rsid w:val="00D06F59"/>
    <w:rsid w:val="00D07138"/>
    <w:rsid w:val="00D109D5"/>
    <w:rsid w:val="00D1317B"/>
    <w:rsid w:val="00D14A00"/>
    <w:rsid w:val="00D14EE6"/>
    <w:rsid w:val="00D1582B"/>
    <w:rsid w:val="00D15D86"/>
    <w:rsid w:val="00D1675A"/>
    <w:rsid w:val="00D173DD"/>
    <w:rsid w:val="00D200E9"/>
    <w:rsid w:val="00D22CE4"/>
    <w:rsid w:val="00D25CF2"/>
    <w:rsid w:val="00D26F13"/>
    <w:rsid w:val="00D316D4"/>
    <w:rsid w:val="00D31D75"/>
    <w:rsid w:val="00D33FC2"/>
    <w:rsid w:val="00D3632C"/>
    <w:rsid w:val="00D368D9"/>
    <w:rsid w:val="00D379E0"/>
    <w:rsid w:val="00D37DDD"/>
    <w:rsid w:val="00D40D38"/>
    <w:rsid w:val="00D41001"/>
    <w:rsid w:val="00D4612D"/>
    <w:rsid w:val="00D469A8"/>
    <w:rsid w:val="00D50631"/>
    <w:rsid w:val="00D527F3"/>
    <w:rsid w:val="00D528AD"/>
    <w:rsid w:val="00D52F2C"/>
    <w:rsid w:val="00D53D69"/>
    <w:rsid w:val="00D54510"/>
    <w:rsid w:val="00D548A5"/>
    <w:rsid w:val="00D5739E"/>
    <w:rsid w:val="00D617F1"/>
    <w:rsid w:val="00D63382"/>
    <w:rsid w:val="00D65093"/>
    <w:rsid w:val="00D66F70"/>
    <w:rsid w:val="00D67015"/>
    <w:rsid w:val="00D701F9"/>
    <w:rsid w:val="00D7065D"/>
    <w:rsid w:val="00D71902"/>
    <w:rsid w:val="00D73152"/>
    <w:rsid w:val="00D75532"/>
    <w:rsid w:val="00D75FF6"/>
    <w:rsid w:val="00D767CE"/>
    <w:rsid w:val="00D81694"/>
    <w:rsid w:val="00D82A5F"/>
    <w:rsid w:val="00D847A9"/>
    <w:rsid w:val="00D87B8D"/>
    <w:rsid w:val="00D90768"/>
    <w:rsid w:val="00D91AB0"/>
    <w:rsid w:val="00D927A1"/>
    <w:rsid w:val="00D92B82"/>
    <w:rsid w:val="00D93265"/>
    <w:rsid w:val="00D93B8B"/>
    <w:rsid w:val="00D94F10"/>
    <w:rsid w:val="00D9527C"/>
    <w:rsid w:val="00D95783"/>
    <w:rsid w:val="00DA0654"/>
    <w:rsid w:val="00DA16ED"/>
    <w:rsid w:val="00DA1833"/>
    <w:rsid w:val="00DA3114"/>
    <w:rsid w:val="00DA34C2"/>
    <w:rsid w:val="00DA4E82"/>
    <w:rsid w:val="00DA509A"/>
    <w:rsid w:val="00DA600B"/>
    <w:rsid w:val="00DA7004"/>
    <w:rsid w:val="00DA764E"/>
    <w:rsid w:val="00DB11F3"/>
    <w:rsid w:val="00DB207D"/>
    <w:rsid w:val="00DB3D90"/>
    <w:rsid w:val="00DB5315"/>
    <w:rsid w:val="00DB7B6E"/>
    <w:rsid w:val="00DC0AD6"/>
    <w:rsid w:val="00DC0E86"/>
    <w:rsid w:val="00DC1D95"/>
    <w:rsid w:val="00DC24CB"/>
    <w:rsid w:val="00DC6E3F"/>
    <w:rsid w:val="00DC7E36"/>
    <w:rsid w:val="00DD02B6"/>
    <w:rsid w:val="00DD0696"/>
    <w:rsid w:val="00DD0B38"/>
    <w:rsid w:val="00DD25A3"/>
    <w:rsid w:val="00DD2DF6"/>
    <w:rsid w:val="00DD54D5"/>
    <w:rsid w:val="00DD5553"/>
    <w:rsid w:val="00DD55AE"/>
    <w:rsid w:val="00DD5FB4"/>
    <w:rsid w:val="00DD60E2"/>
    <w:rsid w:val="00DD65DD"/>
    <w:rsid w:val="00DD7BE1"/>
    <w:rsid w:val="00DE076B"/>
    <w:rsid w:val="00DE2B03"/>
    <w:rsid w:val="00DE2DF6"/>
    <w:rsid w:val="00DE5160"/>
    <w:rsid w:val="00DE5263"/>
    <w:rsid w:val="00DE53A0"/>
    <w:rsid w:val="00DE6719"/>
    <w:rsid w:val="00DF1399"/>
    <w:rsid w:val="00DF142E"/>
    <w:rsid w:val="00DF16ED"/>
    <w:rsid w:val="00DF2A79"/>
    <w:rsid w:val="00DF2B0E"/>
    <w:rsid w:val="00DF2CEA"/>
    <w:rsid w:val="00DF3039"/>
    <w:rsid w:val="00DF33E5"/>
    <w:rsid w:val="00DF3502"/>
    <w:rsid w:val="00DF355B"/>
    <w:rsid w:val="00DF39EE"/>
    <w:rsid w:val="00DF3EB2"/>
    <w:rsid w:val="00DF404E"/>
    <w:rsid w:val="00DF43E5"/>
    <w:rsid w:val="00DF4FD7"/>
    <w:rsid w:val="00DF6C83"/>
    <w:rsid w:val="00DF75FF"/>
    <w:rsid w:val="00E01E0D"/>
    <w:rsid w:val="00E03B09"/>
    <w:rsid w:val="00E041BA"/>
    <w:rsid w:val="00E051AD"/>
    <w:rsid w:val="00E06501"/>
    <w:rsid w:val="00E068D1"/>
    <w:rsid w:val="00E07176"/>
    <w:rsid w:val="00E113D8"/>
    <w:rsid w:val="00E11971"/>
    <w:rsid w:val="00E11FA4"/>
    <w:rsid w:val="00E20713"/>
    <w:rsid w:val="00E213B5"/>
    <w:rsid w:val="00E2144E"/>
    <w:rsid w:val="00E254DB"/>
    <w:rsid w:val="00E25BA6"/>
    <w:rsid w:val="00E2771C"/>
    <w:rsid w:val="00E3044E"/>
    <w:rsid w:val="00E306DC"/>
    <w:rsid w:val="00E31812"/>
    <w:rsid w:val="00E31D81"/>
    <w:rsid w:val="00E31F8B"/>
    <w:rsid w:val="00E33AA3"/>
    <w:rsid w:val="00E349DC"/>
    <w:rsid w:val="00E378A8"/>
    <w:rsid w:val="00E413D4"/>
    <w:rsid w:val="00E4148B"/>
    <w:rsid w:val="00E41560"/>
    <w:rsid w:val="00E43E7F"/>
    <w:rsid w:val="00E46C61"/>
    <w:rsid w:val="00E506BF"/>
    <w:rsid w:val="00E515B7"/>
    <w:rsid w:val="00E5192C"/>
    <w:rsid w:val="00E53816"/>
    <w:rsid w:val="00E54B6B"/>
    <w:rsid w:val="00E55C37"/>
    <w:rsid w:val="00E568B7"/>
    <w:rsid w:val="00E60C76"/>
    <w:rsid w:val="00E623BE"/>
    <w:rsid w:val="00E64A82"/>
    <w:rsid w:val="00E652EE"/>
    <w:rsid w:val="00E65808"/>
    <w:rsid w:val="00E66607"/>
    <w:rsid w:val="00E66B3A"/>
    <w:rsid w:val="00E6734A"/>
    <w:rsid w:val="00E713CE"/>
    <w:rsid w:val="00E76E7A"/>
    <w:rsid w:val="00E77686"/>
    <w:rsid w:val="00E80374"/>
    <w:rsid w:val="00E80D2A"/>
    <w:rsid w:val="00E81FC2"/>
    <w:rsid w:val="00E83483"/>
    <w:rsid w:val="00E84850"/>
    <w:rsid w:val="00E8714D"/>
    <w:rsid w:val="00E928C3"/>
    <w:rsid w:val="00E932BA"/>
    <w:rsid w:val="00E949EA"/>
    <w:rsid w:val="00EA04CA"/>
    <w:rsid w:val="00EA381F"/>
    <w:rsid w:val="00EA50AA"/>
    <w:rsid w:val="00EA59F9"/>
    <w:rsid w:val="00EA68B1"/>
    <w:rsid w:val="00EB0515"/>
    <w:rsid w:val="00EB0ED0"/>
    <w:rsid w:val="00EB2070"/>
    <w:rsid w:val="00EB23AF"/>
    <w:rsid w:val="00EB42C9"/>
    <w:rsid w:val="00EB4660"/>
    <w:rsid w:val="00EB5602"/>
    <w:rsid w:val="00EB5833"/>
    <w:rsid w:val="00EB69C4"/>
    <w:rsid w:val="00EB69EA"/>
    <w:rsid w:val="00EC1442"/>
    <w:rsid w:val="00EC1506"/>
    <w:rsid w:val="00EC3629"/>
    <w:rsid w:val="00EC3B51"/>
    <w:rsid w:val="00EC3BEA"/>
    <w:rsid w:val="00EC4425"/>
    <w:rsid w:val="00EC59A6"/>
    <w:rsid w:val="00EC5C7D"/>
    <w:rsid w:val="00EC5CF5"/>
    <w:rsid w:val="00EC5D35"/>
    <w:rsid w:val="00ED00E7"/>
    <w:rsid w:val="00ED065D"/>
    <w:rsid w:val="00ED116D"/>
    <w:rsid w:val="00ED254C"/>
    <w:rsid w:val="00ED2B55"/>
    <w:rsid w:val="00EE1D8D"/>
    <w:rsid w:val="00EE4F5D"/>
    <w:rsid w:val="00EE67FE"/>
    <w:rsid w:val="00EE7ED8"/>
    <w:rsid w:val="00EF0DCD"/>
    <w:rsid w:val="00EF0DF6"/>
    <w:rsid w:val="00EF1864"/>
    <w:rsid w:val="00EF19EF"/>
    <w:rsid w:val="00EF4195"/>
    <w:rsid w:val="00EF63E4"/>
    <w:rsid w:val="00EF7F80"/>
    <w:rsid w:val="00F002D0"/>
    <w:rsid w:val="00F021CB"/>
    <w:rsid w:val="00F02507"/>
    <w:rsid w:val="00F045E1"/>
    <w:rsid w:val="00F055A8"/>
    <w:rsid w:val="00F05688"/>
    <w:rsid w:val="00F108E9"/>
    <w:rsid w:val="00F11DE9"/>
    <w:rsid w:val="00F121D6"/>
    <w:rsid w:val="00F129B8"/>
    <w:rsid w:val="00F13BAB"/>
    <w:rsid w:val="00F156AF"/>
    <w:rsid w:val="00F16BEF"/>
    <w:rsid w:val="00F205DE"/>
    <w:rsid w:val="00F208D5"/>
    <w:rsid w:val="00F21B05"/>
    <w:rsid w:val="00F268D2"/>
    <w:rsid w:val="00F315D3"/>
    <w:rsid w:val="00F32297"/>
    <w:rsid w:val="00F323B4"/>
    <w:rsid w:val="00F3295C"/>
    <w:rsid w:val="00F32C7A"/>
    <w:rsid w:val="00F36E4C"/>
    <w:rsid w:val="00F370BD"/>
    <w:rsid w:val="00F400CD"/>
    <w:rsid w:val="00F40D7E"/>
    <w:rsid w:val="00F41AF5"/>
    <w:rsid w:val="00F41F87"/>
    <w:rsid w:val="00F42755"/>
    <w:rsid w:val="00F431BB"/>
    <w:rsid w:val="00F43B6C"/>
    <w:rsid w:val="00F45E15"/>
    <w:rsid w:val="00F50BEF"/>
    <w:rsid w:val="00F5170A"/>
    <w:rsid w:val="00F51F96"/>
    <w:rsid w:val="00F523BA"/>
    <w:rsid w:val="00F52AE0"/>
    <w:rsid w:val="00F52E22"/>
    <w:rsid w:val="00F53418"/>
    <w:rsid w:val="00F539C7"/>
    <w:rsid w:val="00F53D50"/>
    <w:rsid w:val="00F55BF5"/>
    <w:rsid w:val="00F5707A"/>
    <w:rsid w:val="00F57A3B"/>
    <w:rsid w:val="00F57D3B"/>
    <w:rsid w:val="00F605FA"/>
    <w:rsid w:val="00F61CCC"/>
    <w:rsid w:val="00F621AD"/>
    <w:rsid w:val="00F63512"/>
    <w:rsid w:val="00F6490C"/>
    <w:rsid w:val="00F65B65"/>
    <w:rsid w:val="00F66F41"/>
    <w:rsid w:val="00F67522"/>
    <w:rsid w:val="00F6756B"/>
    <w:rsid w:val="00F710F4"/>
    <w:rsid w:val="00F717B9"/>
    <w:rsid w:val="00F7215E"/>
    <w:rsid w:val="00F7411C"/>
    <w:rsid w:val="00F76970"/>
    <w:rsid w:val="00F77B14"/>
    <w:rsid w:val="00F77DF4"/>
    <w:rsid w:val="00F803AB"/>
    <w:rsid w:val="00F80C38"/>
    <w:rsid w:val="00F82340"/>
    <w:rsid w:val="00F8286D"/>
    <w:rsid w:val="00F84F71"/>
    <w:rsid w:val="00F85C3B"/>
    <w:rsid w:val="00F86052"/>
    <w:rsid w:val="00F87ABB"/>
    <w:rsid w:val="00F9023D"/>
    <w:rsid w:val="00F9125E"/>
    <w:rsid w:val="00F919B1"/>
    <w:rsid w:val="00F9297F"/>
    <w:rsid w:val="00F963A5"/>
    <w:rsid w:val="00F96B1B"/>
    <w:rsid w:val="00FA0084"/>
    <w:rsid w:val="00FA0C1E"/>
    <w:rsid w:val="00FA183C"/>
    <w:rsid w:val="00FA1D06"/>
    <w:rsid w:val="00FA2D15"/>
    <w:rsid w:val="00FA4676"/>
    <w:rsid w:val="00FA76CA"/>
    <w:rsid w:val="00FB0FFA"/>
    <w:rsid w:val="00FB31E1"/>
    <w:rsid w:val="00FB4E65"/>
    <w:rsid w:val="00FB5952"/>
    <w:rsid w:val="00FB5E93"/>
    <w:rsid w:val="00FB66E3"/>
    <w:rsid w:val="00FC2244"/>
    <w:rsid w:val="00FC318C"/>
    <w:rsid w:val="00FC340F"/>
    <w:rsid w:val="00FC492E"/>
    <w:rsid w:val="00FC4E13"/>
    <w:rsid w:val="00FC4E66"/>
    <w:rsid w:val="00FC4E89"/>
    <w:rsid w:val="00FD2F78"/>
    <w:rsid w:val="00FD3C8C"/>
    <w:rsid w:val="00FD4E25"/>
    <w:rsid w:val="00FE020F"/>
    <w:rsid w:val="00FE189F"/>
    <w:rsid w:val="00FE1DD7"/>
    <w:rsid w:val="00FE2ACC"/>
    <w:rsid w:val="00FE4977"/>
    <w:rsid w:val="00FE527B"/>
    <w:rsid w:val="00FE5FD4"/>
    <w:rsid w:val="00FF12E5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22235462"/>
  <w15:docId w15:val="{F58E19C9-B0E4-44A8-9E94-772CD3B4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E7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20F0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semiHidden/>
    <w:pPr>
      <w:widowControl w:val="0"/>
      <w:wordWrap w:val="0"/>
      <w:autoSpaceDE w:val="0"/>
      <w:autoSpaceDN w:val="0"/>
      <w:adjustRightInd w:val="0"/>
      <w:spacing w:line="236" w:lineRule="exact"/>
      <w:jc w:val="both"/>
    </w:pPr>
    <w:rPr>
      <w:rFonts w:cs="ＭＳ 明朝"/>
      <w:spacing w:val="9"/>
      <w:sz w:val="21"/>
      <w:szCs w:val="21"/>
    </w:rPr>
  </w:style>
  <w:style w:type="paragraph" w:customStyle="1" w:styleId="a4">
    <w:name w:val="一太郎８/９"/>
    <w:semiHidden/>
    <w:pPr>
      <w:widowControl w:val="0"/>
      <w:wordWrap w:val="0"/>
      <w:autoSpaceDE w:val="0"/>
      <w:autoSpaceDN w:val="0"/>
      <w:adjustRightInd w:val="0"/>
      <w:spacing w:line="313" w:lineRule="atLeast"/>
      <w:jc w:val="both"/>
    </w:pPr>
    <w:rPr>
      <w:rFonts w:ascii="ＭＳ 明朝"/>
      <w:spacing w:val="-3"/>
      <w:sz w:val="21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link w:val="a9"/>
    <w:rPr>
      <w:sz w:val="18"/>
    </w:rPr>
  </w:style>
  <w:style w:type="paragraph" w:customStyle="1" w:styleId="1">
    <w:name w:val="スタイル1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20">
    <w:name w:val="スタイル2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aa">
    <w:name w:val="タイトル１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3">
    <w:name w:val="スタイル3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4">
    <w:name w:val="スタイル4"/>
    <w:basedOn w:val="a"/>
    <w:rsid w:val="00187102"/>
    <w:rPr>
      <w:sz w:val="28"/>
      <w:szCs w:val="28"/>
    </w:rPr>
  </w:style>
  <w:style w:type="paragraph" w:customStyle="1" w:styleId="5">
    <w:name w:val="スタイル5"/>
    <w:basedOn w:val="a"/>
    <w:rsid w:val="00187102"/>
  </w:style>
  <w:style w:type="paragraph" w:customStyle="1" w:styleId="6">
    <w:name w:val="スタイル6"/>
    <w:basedOn w:val="a"/>
    <w:rsid w:val="001C4F61"/>
    <w:pPr>
      <w:framePr w:hSpace="142" w:wrap="around" w:vAnchor="text" w:hAnchor="margin" w:y="459"/>
      <w:suppressOverlap/>
    </w:pPr>
    <w:rPr>
      <w:spacing w:val="-20"/>
      <w:sz w:val="20"/>
      <w:szCs w:val="20"/>
    </w:rPr>
  </w:style>
  <w:style w:type="paragraph" w:customStyle="1" w:styleId="7">
    <w:name w:val="スタイル7"/>
    <w:basedOn w:val="a"/>
    <w:rsid w:val="00D37DDD"/>
    <w:pPr>
      <w:spacing w:line="320" w:lineRule="exact"/>
    </w:pPr>
    <w:rPr>
      <w:sz w:val="20"/>
      <w:szCs w:val="20"/>
    </w:rPr>
  </w:style>
  <w:style w:type="paragraph" w:customStyle="1" w:styleId="8">
    <w:name w:val="スタイル8"/>
    <w:basedOn w:val="a"/>
    <w:link w:val="8Char"/>
    <w:rsid w:val="000B4FF2"/>
    <w:pPr>
      <w:jc w:val="center"/>
    </w:pPr>
    <w:rPr>
      <w:spacing w:val="20"/>
      <w:w w:val="200"/>
      <w:sz w:val="16"/>
      <w:szCs w:val="16"/>
    </w:rPr>
  </w:style>
  <w:style w:type="table" w:styleId="ab">
    <w:name w:val="Table Grid"/>
    <w:basedOn w:val="a1"/>
    <w:rsid w:val="008955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スタイル9"/>
    <w:basedOn w:val="a"/>
    <w:rsid w:val="00635721"/>
    <w:rPr>
      <w:sz w:val="18"/>
      <w:szCs w:val="18"/>
    </w:rPr>
  </w:style>
  <w:style w:type="paragraph" w:customStyle="1" w:styleId="10">
    <w:name w:val="スタイル10"/>
    <w:basedOn w:val="a"/>
    <w:rsid w:val="00635721"/>
    <w:pPr>
      <w:spacing w:line="280" w:lineRule="exact"/>
    </w:pPr>
    <w:rPr>
      <w:sz w:val="18"/>
      <w:szCs w:val="18"/>
    </w:rPr>
  </w:style>
  <w:style w:type="paragraph" w:styleId="ac">
    <w:name w:val="Document Map"/>
    <w:basedOn w:val="a"/>
    <w:semiHidden/>
    <w:rsid w:val="003A1C2D"/>
    <w:pPr>
      <w:shd w:val="clear" w:color="auto" w:fill="000080"/>
    </w:pPr>
    <w:rPr>
      <w:rFonts w:ascii="Arial" w:eastAsia="ＭＳ ゴシック" w:hAnsi="Arial"/>
    </w:rPr>
  </w:style>
  <w:style w:type="paragraph" w:customStyle="1" w:styleId="11">
    <w:name w:val="スタイル11"/>
    <w:basedOn w:val="10"/>
    <w:rsid w:val="00AD2B7D"/>
    <w:pPr>
      <w:spacing w:line="380" w:lineRule="exact"/>
    </w:pPr>
    <w:rPr>
      <w:sz w:val="21"/>
      <w:szCs w:val="21"/>
    </w:rPr>
  </w:style>
  <w:style w:type="character" w:customStyle="1" w:styleId="8Char">
    <w:name w:val="スタイル8 Char"/>
    <w:link w:val="8"/>
    <w:rsid w:val="00B22F7A"/>
    <w:rPr>
      <w:rFonts w:ascii="Century" w:eastAsia="ＭＳ 明朝" w:hAnsi="Century"/>
      <w:spacing w:val="20"/>
      <w:w w:val="200"/>
      <w:kern w:val="2"/>
      <w:sz w:val="16"/>
      <w:szCs w:val="16"/>
      <w:lang w:val="en-US" w:eastAsia="ja-JP" w:bidi="ar-SA"/>
    </w:rPr>
  </w:style>
  <w:style w:type="character" w:customStyle="1" w:styleId="a9">
    <w:name w:val="本文 (文字)"/>
    <w:link w:val="a8"/>
    <w:rsid w:val="00E06501"/>
    <w:rPr>
      <w:kern w:val="2"/>
      <w:sz w:val="18"/>
      <w:szCs w:val="24"/>
    </w:rPr>
  </w:style>
  <w:style w:type="paragraph" w:styleId="ad">
    <w:name w:val="Date"/>
    <w:basedOn w:val="a"/>
    <w:next w:val="a"/>
    <w:rsid w:val="00DA7004"/>
  </w:style>
  <w:style w:type="character" w:styleId="ae">
    <w:name w:val="Hyperlink"/>
    <w:rsid w:val="00ED00E7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7641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B7641D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FollowedHyperlink"/>
    <w:uiPriority w:val="99"/>
    <w:semiHidden/>
    <w:unhideWhenUsed/>
    <w:rsid w:val="00BC69B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0118-680E-4C7A-96D2-135AF98F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例　＜表紙＞１６年４月〔新規・変更許可記載例用〕</vt:lpstr>
      <vt:lpstr>例　＜表紙＞１６年４月〔新規・変更許可記載例用〕</vt:lpstr>
    </vt:vector>
  </TitlesOfParts>
  <Company>兵庫県</Company>
  <LinksUpToDate>false</LinksUpToDate>
  <CharactersWithSpaces>462</CharactersWithSpaces>
  <SharedDoc>false</SharedDoc>
  <HLinks>
    <vt:vector size="30" baseType="variant">
      <vt:variant>
        <vt:i4>7012448</vt:i4>
      </vt:variant>
      <vt:variant>
        <vt:i4>12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4784233</vt:i4>
      </vt:variant>
      <vt:variant>
        <vt:i4>9</vt:i4>
      </vt:variant>
      <vt:variant>
        <vt:i4>0</vt:i4>
      </vt:variant>
      <vt:variant>
        <vt:i4>5</vt:i4>
      </vt:variant>
      <vt:variant>
        <vt:lpwstr>http://web.pref.hyogo.jp/tb01/tb01_000000001.html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2490410</vt:i4>
      </vt:variant>
      <vt:variant>
        <vt:i4>3</vt:i4>
      </vt:variant>
      <vt:variant>
        <vt:i4>0</vt:i4>
      </vt:variant>
      <vt:variant>
        <vt:i4>5</vt:i4>
      </vt:variant>
      <vt:variant>
        <vt:lpwstr>http://www.hyogo-sanpai.or.jp/</vt:lpwstr>
      </vt:variant>
      <vt:variant>
        <vt:lpwstr/>
      </vt:variant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例　＜表紙＞１６年４月〔新規・変更許可記載例用〕</dc:title>
  <dc:creator>兵庫県</dc:creator>
  <cp:lastModifiedBy>田村 誠</cp:lastModifiedBy>
  <cp:revision>6</cp:revision>
  <cp:lastPrinted>2017-09-29T02:27:00Z</cp:lastPrinted>
  <dcterms:created xsi:type="dcterms:W3CDTF">2017-09-29T02:33:00Z</dcterms:created>
  <dcterms:modified xsi:type="dcterms:W3CDTF">2021-04-09T04:40:00Z</dcterms:modified>
</cp:coreProperties>
</file>